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D5" w:rsidRDefault="008B03D5" w:rsidP="00313504">
      <w:pPr>
        <w:rPr>
          <w:b/>
          <w:bCs/>
          <w:sz w:val="32"/>
        </w:rPr>
      </w:pPr>
    </w:p>
    <w:p w:rsidR="00313504" w:rsidRPr="0099167C" w:rsidRDefault="00313504" w:rsidP="00313504">
      <w:pPr>
        <w:jc w:val="center"/>
        <w:rPr>
          <w:b/>
          <w:szCs w:val="28"/>
        </w:rPr>
      </w:pPr>
      <w:r w:rsidRPr="0099167C">
        <w:rPr>
          <w:b/>
          <w:szCs w:val="28"/>
        </w:rPr>
        <w:t>СОВЕТ ДЕПУТАТОВ ЛИСТВЯНСКОГО СЕЛЬСОВЕТА</w:t>
      </w:r>
    </w:p>
    <w:p w:rsidR="00313504" w:rsidRPr="0099167C" w:rsidRDefault="00313504" w:rsidP="00313504">
      <w:pPr>
        <w:jc w:val="center"/>
        <w:rPr>
          <w:b/>
          <w:szCs w:val="28"/>
        </w:rPr>
      </w:pPr>
      <w:r w:rsidRPr="0099167C">
        <w:rPr>
          <w:b/>
          <w:szCs w:val="28"/>
        </w:rPr>
        <w:t xml:space="preserve"> ИСКИТИМСКОГО РАЙОНА НОВОСИБИРСКОЙ ОБЛАСТИ</w:t>
      </w:r>
    </w:p>
    <w:p w:rsidR="00313504" w:rsidRPr="0099167C" w:rsidRDefault="00313504" w:rsidP="00313504">
      <w:pPr>
        <w:jc w:val="center"/>
        <w:rPr>
          <w:szCs w:val="28"/>
        </w:rPr>
      </w:pPr>
      <w:r w:rsidRPr="0099167C">
        <w:rPr>
          <w:szCs w:val="28"/>
        </w:rPr>
        <w:t>(пятого созыва)</w:t>
      </w:r>
    </w:p>
    <w:p w:rsidR="00313504" w:rsidRDefault="00313504" w:rsidP="00313504">
      <w:pPr>
        <w:jc w:val="center"/>
        <w:rPr>
          <w:b/>
          <w:szCs w:val="28"/>
        </w:rPr>
      </w:pPr>
    </w:p>
    <w:p w:rsidR="00313504" w:rsidRPr="0099167C" w:rsidRDefault="00313504" w:rsidP="00313504">
      <w:pPr>
        <w:jc w:val="center"/>
        <w:rPr>
          <w:b/>
          <w:szCs w:val="28"/>
        </w:rPr>
      </w:pPr>
      <w:r w:rsidRPr="0099167C">
        <w:rPr>
          <w:b/>
          <w:szCs w:val="28"/>
        </w:rPr>
        <w:t>РЕШЕНИЕ</w:t>
      </w:r>
    </w:p>
    <w:p w:rsidR="00313504" w:rsidRPr="0099167C" w:rsidRDefault="00313504" w:rsidP="00313504">
      <w:pPr>
        <w:jc w:val="center"/>
      </w:pPr>
      <w:r>
        <w:t>тринадцатой</w:t>
      </w:r>
      <w:r w:rsidRPr="0099167C">
        <w:t xml:space="preserve"> сессии</w:t>
      </w:r>
    </w:p>
    <w:p w:rsidR="00313504" w:rsidRPr="00095416" w:rsidRDefault="00313504" w:rsidP="00313504">
      <w:pPr>
        <w:jc w:val="center"/>
        <w:rPr>
          <w:b/>
          <w:szCs w:val="28"/>
        </w:rPr>
      </w:pPr>
      <w:r>
        <w:rPr>
          <w:szCs w:val="28"/>
        </w:rPr>
        <w:t xml:space="preserve">  </w:t>
      </w:r>
    </w:p>
    <w:p w:rsidR="00313504" w:rsidRDefault="00313504" w:rsidP="00313504">
      <w:pPr>
        <w:pStyle w:val="a6"/>
        <w:spacing w:after="0" w:afterAutospacing="0"/>
      </w:pPr>
      <w:r w:rsidRPr="007C44DB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Pr="007C44DB">
        <w:rPr>
          <w:sz w:val="28"/>
          <w:szCs w:val="28"/>
          <w:u w:val="single"/>
        </w:rPr>
        <w:t>26 декабря 2016</w:t>
      </w:r>
      <w:r>
        <w:rPr>
          <w:b/>
          <w:sz w:val="28"/>
          <w:szCs w:val="28"/>
        </w:rPr>
        <w:t xml:space="preserve"> </w:t>
      </w:r>
      <w:r w:rsidRPr="00BF3721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                   № </w:t>
      </w:r>
      <w:r w:rsidR="000D0C0B">
        <w:rPr>
          <w:b/>
          <w:sz w:val="28"/>
          <w:szCs w:val="28"/>
        </w:rPr>
        <w:t>63</w:t>
      </w:r>
    </w:p>
    <w:p w:rsidR="00313504" w:rsidRDefault="00313504" w:rsidP="00313504">
      <w:pPr>
        <w:pStyle w:val="a6"/>
        <w:spacing w:before="0" w:beforeAutospacing="0" w:after="0" w:afterAutospacing="0"/>
        <w:rPr>
          <w:rStyle w:val="a7"/>
          <w:b w:val="0"/>
        </w:rPr>
      </w:pPr>
    </w:p>
    <w:p w:rsidR="00670D5C" w:rsidRPr="00313504" w:rsidRDefault="00C31C3C" w:rsidP="005F067F">
      <w:r>
        <w:t xml:space="preserve"> </w:t>
      </w:r>
    </w:p>
    <w:p w:rsidR="00C31C3C" w:rsidRPr="00313504" w:rsidRDefault="00C31C3C" w:rsidP="005F067F">
      <w:pPr>
        <w:rPr>
          <w:sz w:val="24"/>
        </w:rPr>
      </w:pPr>
      <w:r w:rsidRPr="00313504">
        <w:rPr>
          <w:sz w:val="24"/>
        </w:rPr>
        <w:t>Об утверждении Прогнозного плана приватизации</w:t>
      </w:r>
    </w:p>
    <w:p w:rsidR="00670D5C" w:rsidRPr="00313504" w:rsidRDefault="00C31C3C" w:rsidP="00C31C3C">
      <w:pPr>
        <w:pStyle w:val="2"/>
        <w:jc w:val="left"/>
        <w:rPr>
          <w:sz w:val="24"/>
          <w:szCs w:val="24"/>
        </w:rPr>
      </w:pPr>
      <w:r w:rsidRPr="00313504">
        <w:rPr>
          <w:sz w:val="24"/>
          <w:szCs w:val="24"/>
        </w:rPr>
        <w:t xml:space="preserve">муниципального имущества </w:t>
      </w:r>
      <w:r w:rsidR="00670D5C" w:rsidRPr="00313504">
        <w:rPr>
          <w:sz w:val="24"/>
          <w:szCs w:val="24"/>
        </w:rPr>
        <w:t>Листвянского сельсовета</w:t>
      </w:r>
    </w:p>
    <w:p w:rsidR="00C31C3C" w:rsidRPr="00313504" w:rsidRDefault="00C31C3C" w:rsidP="00670D5C">
      <w:pPr>
        <w:pStyle w:val="2"/>
        <w:jc w:val="left"/>
        <w:rPr>
          <w:sz w:val="24"/>
          <w:szCs w:val="24"/>
        </w:rPr>
      </w:pPr>
      <w:r w:rsidRPr="00313504">
        <w:rPr>
          <w:sz w:val="24"/>
          <w:szCs w:val="24"/>
        </w:rPr>
        <w:t>Искитимского района</w:t>
      </w:r>
      <w:r w:rsidR="00670D5C" w:rsidRPr="00313504">
        <w:rPr>
          <w:sz w:val="24"/>
          <w:szCs w:val="24"/>
        </w:rPr>
        <w:t xml:space="preserve"> </w:t>
      </w:r>
      <w:r w:rsidR="0031508A" w:rsidRPr="00313504">
        <w:rPr>
          <w:sz w:val="24"/>
          <w:szCs w:val="24"/>
        </w:rPr>
        <w:t xml:space="preserve">Новосибирской области  </w:t>
      </w:r>
      <w:r w:rsidRPr="00313504">
        <w:rPr>
          <w:sz w:val="24"/>
          <w:szCs w:val="24"/>
        </w:rPr>
        <w:t>на 201</w:t>
      </w:r>
      <w:r w:rsidR="0031508A" w:rsidRPr="00313504">
        <w:rPr>
          <w:sz w:val="24"/>
          <w:szCs w:val="24"/>
        </w:rPr>
        <w:t>7</w:t>
      </w:r>
      <w:r w:rsidRPr="00313504">
        <w:rPr>
          <w:sz w:val="24"/>
          <w:szCs w:val="24"/>
        </w:rPr>
        <w:t xml:space="preserve"> год</w:t>
      </w:r>
    </w:p>
    <w:p w:rsidR="00C31C3C" w:rsidRDefault="00C31C3C" w:rsidP="00C31C3C">
      <w:pPr>
        <w:pStyle w:val="a3"/>
        <w:rPr>
          <w:sz w:val="28"/>
        </w:rPr>
      </w:pPr>
    </w:p>
    <w:p w:rsidR="00670D5C" w:rsidRDefault="00C31C3C" w:rsidP="00670D5C">
      <w:pPr>
        <w:pStyle w:val="3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Федеральными законами от 21.12.2001 № 178-ФЗ "О приватизации государственного и муниципального имущества", от 06.10.2003 № 131-ФЗ  "Об общих </w:t>
      </w:r>
      <w:r w:rsidRPr="00670D5C">
        <w:rPr>
          <w:rFonts w:ascii="Times New Roman" w:hAnsi="Times New Roman" w:cs="Times New Roman"/>
          <w:b w:val="0"/>
          <w:sz w:val="28"/>
          <w:szCs w:val="28"/>
        </w:rPr>
        <w:t>принципах организации местного самоуправления в РФ</w:t>
      </w:r>
      <w:r w:rsidR="00670D5C" w:rsidRPr="00670D5C">
        <w:rPr>
          <w:rFonts w:ascii="Times New Roman" w:hAnsi="Times New Roman" w:cs="Times New Roman"/>
          <w:b w:val="0"/>
          <w:sz w:val="28"/>
          <w:szCs w:val="28"/>
        </w:rPr>
        <w:t>"</w:t>
      </w:r>
      <w:r w:rsidRPr="00670D5C">
        <w:rPr>
          <w:rFonts w:ascii="Times New Roman" w:hAnsi="Times New Roman" w:cs="Times New Roman"/>
          <w:b w:val="0"/>
          <w:sz w:val="28"/>
          <w:szCs w:val="28"/>
        </w:rPr>
        <w:t>,</w:t>
      </w:r>
      <w:r w:rsidR="00044B6A" w:rsidRPr="00670D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0D5C" w:rsidRPr="00670D5C">
        <w:rPr>
          <w:rFonts w:ascii="Times New Roman" w:hAnsi="Times New Roman" w:cs="Times New Roman"/>
          <w:b w:val="0"/>
          <w:sz w:val="28"/>
          <w:szCs w:val="28"/>
        </w:rPr>
        <w:t xml:space="preserve">и руководствуясь Уставом Листвянского сельсовета Искитимского района Новосибирской области, Совет депутатов </w:t>
      </w:r>
    </w:p>
    <w:p w:rsidR="00C31C3C" w:rsidRPr="00670D5C" w:rsidRDefault="00C31C3C" w:rsidP="00670D5C">
      <w:pPr>
        <w:pStyle w:val="3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0D5C">
        <w:rPr>
          <w:rFonts w:ascii="Times New Roman" w:hAnsi="Times New Roman" w:cs="Times New Roman"/>
          <w:sz w:val="28"/>
          <w:szCs w:val="28"/>
        </w:rPr>
        <w:t>РЕШИЛ:</w:t>
      </w:r>
    </w:p>
    <w:p w:rsidR="00C31C3C" w:rsidRDefault="00C31C3C" w:rsidP="00C31C3C">
      <w:pPr>
        <w:jc w:val="both"/>
      </w:pPr>
      <w:r>
        <w:t xml:space="preserve">         1.Утвердить </w:t>
      </w:r>
      <w:r w:rsidR="00044B6A">
        <w:t>п</w:t>
      </w:r>
      <w:r>
        <w:t xml:space="preserve">рогнозный план приватизации муниципального имущества  </w:t>
      </w:r>
      <w:r w:rsidR="00670D5C">
        <w:t xml:space="preserve">Листвянского сельсовета </w:t>
      </w:r>
      <w:r>
        <w:t>Искитимского  района</w:t>
      </w:r>
      <w:r w:rsidR="00670D5C">
        <w:t xml:space="preserve"> Новосибирской области </w:t>
      </w:r>
      <w:r>
        <w:t xml:space="preserve"> на 201</w:t>
      </w:r>
      <w:r w:rsidR="0031508A">
        <w:t>7</w:t>
      </w:r>
      <w:r>
        <w:t xml:space="preserve"> год</w:t>
      </w:r>
      <w:r w:rsidR="00044B6A">
        <w:t xml:space="preserve"> </w:t>
      </w:r>
      <w:r w:rsidR="00044B6A" w:rsidRPr="00121447">
        <w:t>согласно приложению</w:t>
      </w:r>
      <w:r>
        <w:t>.</w:t>
      </w:r>
    </w:p>
    <w:p w:rsidR="00670D5C" w:rsidRDefault="00C31C3C" w:rsidP="00670D5C">
      <w:pPr>
        <w:jc w:val="both"/>
        <w:rPr>
          <w:szCs w:val="28"/>
        </w:rPr>
      </w:pPr>
      <w:r>
        <w:t xml:space="preserve">         2.</w:t>
      </w:r>
      <w:r w:rsidR="00670D5C" w:rsidRPr="00F94B08">
        <w:rPr>
          <w:szCs w:val="28"/>
        </w:rPr>
        <w:t>Решение опубликовать в газете «</w:t>
      </w:r>
      <w:r w:rsidR="00670D5C">
        <w:rPr>
          <w:szCs w:val="28"/>
        </w:rPr>
        <w:t>Знаменка</w:t>
      </w:r>
      <w:r w:rsidR="00670D5C" w:rsidRPr="00F94B08">
        <w:rPr>
          <w:szCs w:val="28"/>
        </w:rPr>
        <w:t>».</w:t>
      </w:r>
    </w:p>
    <w:p w:rsidR="00670D5C" w:rsidRDefault="00670D5C" w:rsidP="00C31C3C">
      <w:pPr>
        <w:jc w:val="both"/>
      </w:pPr>
      <w:r>
        <w:t xml:space="preserve">         </w:t>
      </w:r>
      <w:r w:rsidR="00C31C3C">
        <w:t>3.</w:t>
      </w:r>
      <w:r w:rsidR="00044B6A">
        <w:t>Р</w:t>
      </w:r>
      <w:r w:rsidR="00C31C3C">
        <w:t xml:space="preserve">ешение вступает в силу </w:t>
      </w:r>
      <w:r w:rsidR="00044B6A">
        <w:t>после</w:t>
      </w:r>
      <w:r w:rsidR="00C31C3C">
        <w:t xml:space="preserve"> его </w:t>
      </w:r>
      <w:r w:rsidR="00044B6A">
        <w:t xml:space="preserve">официального </w:t>
      </w:r>
      <w:r w:rsidR="00C31C3C">
        <w:t>опубликования.</w:t>
      </w:r>
    </w:p>
    <w:p w:rsidR="00313504" w:rsidRDefault="00313504" w:rsidP="00C31C3C">
      <w:pPr>
        <w:jc w:val="both"/>
      </w:pPr>
    </w:p>
    <w:p w:rsidR="00313504" w:rsidRDefault="00313504" w:rsidP="00C31C3C">
      <w:pPr>
        <w:jc w:val="both"/>
      </w:pPr>
    </w:p>
    <w:p w:rsidR="00670D5C" w:rsidRPr="0028718E" w:rsidRDefault="00670D5C" w:rsidP="00670D5C">
      <w:pPr>
        <w:rPr>
          <w:szCs w:val="28"/>
        </w:rPr>
      </w:pPr>
      <w:r w:rsidRPr="0028718E">
        <w:rPr>
          <w:szCs w:val="28"/>
        </w:rPr>
        <w:t xml:space="preserve">Глава Листвянского сельсовета                                               </w:t>
      </w:r>
      <w:r>
        <w:rPr>
          <w:szCs w:val="28"/>
        </w:rPr>
        <w:t xml:space="preserve">      </w:t>
      </w:r>
      <w:r w:rsidRPr="0028718E">
        <w:rPr>
          <w:szCs w:val="28"/>
        </w:rPr>
        <w:t>Е.Д. Курепина</w:t>
      </w:r>
    </w:p>
    <w:p w:rsidR="00670D5C" w:rsidRDefault="00670D5C" w:rsidP="00670D5C">
      <w:pPr>
        <w:rPr>
          <w:szCs w:val="28"/>
        </w:rPr>
      </w:pPr>
      <w:proofErr w:type="spellStart"/>
      <w:r w:rsidRPr="0028718E">
        <w:rPr>
          <w:szCs w:val="28"/>
        </w:rPr>
        <w:t>Искитимского</w:t>
      </w:r>
      <w:proofErr w:type="spellEnd"/>
      <w:r w:rsidRPr="0028718E">
        <w:rPr>
          <w:szCs w:val="28"/>
        </w:rPr>
        <w:t xml:space="preserve"> района Новосибирской области</w:t>
      </w:r>
    </w:p>
    <w:p w:rsidR="00313504" w:rsidRDefault="00313504" w:rsidP="00670D5C">
      <w:pPr>
        <w:rPr>
          <w:szCs w:val="28"/>
        </w:rPr>
      </w:pPr>
    </w:p>
    <w:p w:rsidR="00670D5C" w:rsidRDefault="00670D5C" w:rsidP="00670D5C">
      <w:pPr>
        <w:rPr>
          <w:szCs w:val="28"/>
        </w:rPr>
      </w:pPr>
      <w:r>
        <w:rPr>
          <w:szCs w:val="28"/>
        </w:rPr>
        <w:t xml:space="preserve">Председатель Совета депутатов                                                  О.А. Семендяева </w:t>
      </w:r>
    </w:p>
    <w:p w:rsidR="00670D5C" w:rsidRDefault="00670D5C" w:rsidP="00670D5C"/>
    <w:p w:rsidR="00670D5C" w:rsidRDefault="00670D5C" w:rsidP="00C31C3C">
      <w:pPr>
        <w:jc w:val="both"/>
      </w:pPr>
    </w:p>
    <w:p w:rsidR="00C31C3C" w:rsidRDefault="00C31C3C" w:rsidP="00C31C3C">
      <w:pPr>
        <w:jc w:val="both"/>
      </w:pP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670D5C" w:rsidRDefault="00670D5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670D5C" w:rsidRDefault="00670D5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670D5C" w:rsidRDefault="00670D5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670D5C" w:rsidRDefault="00670D5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3F2B37" w:rsidRDefault="003F2B37" w:rsidP="00670D5C">
      <w:pPr>
        <w:rPr>
          <w:sz w:val="16"/>
          <w:szCs w:val="16"/>
        </w:rPr>
      </w:pPr>
    </w:p>
    <w:p w:rsidR="00CB324E" w:rsidRDefault="00CB324E" w:rsidP="003F2B37">
      <w:pPr>
        <w:jc w:val="right"/>
        <w:rPr>
          <w:sz w:val="16"/>
          <w:szCs w:val="16"/>
        </w:rPr>
      </w:pPr>
    </w:p>
    <w:p w:rsidR="00313504" w:rsidRDefault="00313504" w:rsidP="003F2B37">
      <w:pPr>
        <w:jc w:val="right"/>
        <w:rPr>
          <w:sz w:val="16"/>
          <w:szCs w:val="16"/>
        </w:rPr>
      </w:pPr>
    </w:p>
    <w:p w:rsidR="00313504" w:rsidRDefault="00313504" w:rsidP="003F2B37">
      <w:pPr>
        <w:jc w:val="right"/>
        <w:rPr>
          <w:sz w:val="16"/>
          <w:szCs w:val="16"/>
        </w:rPr>
      </w:pPr>
    </w:p>
    <w:p w:rsidR="00313504" w:rsidRDefault="00313504" w:rsidP="003F2B37">
      <w:pPr>
        <w:jc w:val="right"/>
        <w:rPr>
          <w:sz w:val="16"/>
          <w:szCs w:val="16"/>
        </w:rPr>
      </w:pPr>
    </w:p>
    <w:p w:rsidR="00313504" w:rsidRDefault="00313504" w:rsidP="003F2B37">
      <w:pPr>
        <w:jc w:val="right"/>
        <w:rPr>
          <w:sz w:val="16"/>
          <w:szCs w:val="16"/>
        </w:rPr>
      </w:pPr>
    </w:p>
    <w:p w:rsidR="00313504" w:rsidRDefault="00313504" w:rsidP="00670D5C">
      <w:pPr>
        <w:tabs>
          <w:tab w:val="left" w:pos="8250"/>
          <w:tab w:val="right" w:pos="9921"/>
        </w:tabs>
        <w:jc w:val="right"/>
        <w:rPr>
          <w:i/>
          <w:sz w:val="16"/>
          <w:szCs w:val="16"/>
        </w:rPr>
      </w:pPr>
    </w:p>
    <w:p w:rsidR="003F2B37" w:rsidRDefault="00044B6A" w:rsidP="00670D5C">
      <w:pPr>
        <w:tabs>
          <w:tab w:val="left" w:pos="8250"/>
          <w:tab w:val="right" w:pos="9921"/>
        </w:tabs>
        <w:jc w:val="right"/>
        <w:rPr>
          <w:sz w:val="24"/>
        </w:rPr>
      </w:pPr>
      <w:r w:rsidRPr="00670D5C">
        <w:rPr>
          <w:sz w:val="24"/>
        </w:rPr>
        <w:lastRenderedPageBreak/>
        <w:t xml:space="preserve">   ПРИЛОЖЕНИЕ</w:t>
      </w:r>
    </w:p>
    <w:p w:rsidR="00313504" w:rsidRDefault="00313504" w:rsidP="00670D5C">
      <w:pPr>
        <w:tabs>
          <w:tab w:val="left" w:pos="8250"/>
          <w:tab w:val="right" w:pos="9921"/>
        </w:tabs>
        <w:jc w:val="right"/>
        <w:rPr>
          <w:sz w:val="24"/>
        </w:rPr>
      </w:pPr>
      <w:r>
        <w:rPr>
          <w:sz w:val="24"/>
        </w:rPr>
        <w:t xml:space="preserve">К решению Совета депутатов </w:t>
      </w:r>
    </w:p>
    <w:p w:rsidR="00313504" w:rsidRDefault="00313504" w:rsidP="00670D5C">
      <w:pPr>
        <w:tabs>
          <w:tab w:val="left" w:pos="8250"/>
          <w:tab w:val="right" w:pos="9921"/>
        </w:tabs>
        <w:jc w:val="right"/>
        <w:rPr>
          <w:sz w:val="24"/>
        </w:rPr>
      </w:pPr>
      <w:r>
        <w:rPr>
          <w:sz w:val="24"/>
        </w:rPr>
        <w:t xml:space="preserve">Листвянского сельсовета </w:t>
      </w:r>
    </w:p>
    <w:p w:rsidR="00313504" w:rsidRDefault="00313504" w:rsidP="00670D5C">
      <w:pPr>
        <w:tabs>
          <w:tab w:val="left" w:pos="8250"/>
          <w:tab w:val="right" w:pos="9921"/>
        </w:tabs>
        <w:jc w:val="right"/>
        <w:rPr>
          <w:sz w:val="24"/>
        </w:rPr>
      </w:pPr>
      <w:proofErr w:type="spellStart"/>
      <w:r>
        <w:rPr>
          <w:sz w:val="24"/>
        </w:rPr>
        <w:t>Искитимского</w:t>
      </w:r>
      <w:proofErr w:type="spellEnd"/>
      <w:r>
        <w:rPr>
          <w:sz w:val="24"/>
        </w:rPr>
        <w:t xml:space="preserve"> района Новосибирской области</w:t>
      </w:r>
    </w:p>
    <w:p w:rsidR="00313504" w:rsidRPr="00670D5C" w:rsidRDefault="00313504" w:rsidP="00670D5C">
      <w:pPr>
        <w:tabs>
          <w:tab w:val="left" w:pos="8250"/>
          <w:tab w:val="right" w:pos="9921"/>
        </w:tabs>
        <w:jc w:val="right"/>
        <w:rPr>
          <w:sz w:val="24"/>
        </w:rPr>
      </w:pPr>
      <w:r>
        <w:rPr>
          <w:sz w:val="24"/>
        </w:rPr>
        <w:t>От 26.12.2016 №</w:t>
      </w:r>
      <w:r w:rsidR="000D0C0B">
        <w:rPr>
          <w:sz w:val="24"/>
        </w:rPr>
        <w:t xml:space="preserve"> 63</w:t>
      </w:r>
    </w:p>
    <w:p w:rsidR="00670D5C" w:rsidRDefault="00044B6A" w:rsidP="00670D5C">
      <w:pPr>
        <w:tabs>
          <w:tab w:val="left" w:pos="8370"/>
          <w:tab w:val="right" w:pos="9921"/>
        </w:tabs>
        <w:rPr>
          <w:i/>
          <w:sz w:val="16"/>
          <w:szCs w:val="16"/>
        </w:rPr>
      </w:pPr>
      <w:r>
        <w:rPr>
          <w:sz w:val="16"/>
          <w:szCs w:val="16"/>
        </w:rPr>
        <w:tab/>
      </w:r>
    </w:p>
    <w:p w:rsidR="003F2B37" w:rsidRDefault="00044B6A" w:rsidP="00044B6A">
      <w:pPr>
        <w:tabs>
          <w:tab w:val="left" w:pos="8355"/>
          <w:tab w:val="right" w:pos="9921"/>
        </w:tabs>
        <w:rPr>
          <w:sz w:val="16"/>
          <w:szCs w:val="16"/>
        </w:rPr>
      </w:pPr>
      <w:r>
        <w:rPr>
          <w:i/>
          <w:sz w:val="16"/>
          <w:szCs w:val="16"/>
        </w:rPr>
        <w:tab/>
      </w:r>
      <w:r w:rsidR="003F2B37" w:rsidRPr="00044B6A">
        <w:rPr>
          <w:i/>
          <w:sz w:val="16"/>
          <w:szCs w:val="16"/>
        </w:rPr>
        <w:t xml:space="preserve">                                                                                                      </w:t>
      </w:r>
      <w:r>
        <w:rPr>
          <w:i/>
          <w:sz w:val="16"/>
          <w:szCs w:val="16"/>
        </w:rPr>
        <w:t xml:space="preserve">         </w:t>
      </w:r>
      <w:r w:rsidR="003F2B37" w:rsidRPr="00044B6A">
        <w:rPr>
          <w:i/>
          <w:sz w:val="16"/>
          <w:szCs w:val="16"/>
        </w:rPr>
        <w:t xml:space="preserve"> </w:t>
      </w:r>
    </w:p>
    <w:p w:rsidR="003F2B37" w:rsidRDefault="003F2B37" w:rsidP="003F2B37">
      <w:pPr>
        <w:jc w:val="right"/>
      </w:pPr>
    </w:p>
    <w:p w:rsidR="003F2B37" w:rsidRPr="00044B6A" w:rsidRDefault="003F2B37" w:rsidP="003F2B37">
      <w:pPr>
        <w:pStyle w:val="1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</w:rPr>
        <w:t xml:space="preserve">                             </w:t>
      </w:r>
      <w:r w:rsidR="00044B6A" w:rsidRPr="00044B6A">
        <w:rPr>
          <w:rFonts w:ascii="Times New Roman" w:hAnsi="Times New Roman" w:cs="Times New Roman"/>
          <w:b w:val="0"/>
          <w:color w:val="auto"/>
        </w:rPr>
        <w:t>Прогнозный план приватизации</w:t>
      </w:r>
    </w:p>
    <w:p w:rsidR="00670D5C" w:rsidRDefault="003F2B37" w:rsidP="003F2B37">
      <w:pPr>
        <w:jc w:val="center"/>
        <w:rPr>
          <w:szCs w:val="28"/>
        </w:rPr>
      </w:pPr>
      <w:r w:rsidRPr="00044B6A">
        <w:rPr>
          <w:szCs w:val="28"/>
        </w:rPr>
        <w:t xml:space="preserve"> муниципального имущества </w:t>
      </w:r>
      <w:r w:rsidR="00670D5C">
        <w:rPr>
          <w:szCs w:val="28"/>
        </w:rPr>
        <w:t xml:space="preserve">Листвянского сельсовета </w:t>
      </w:r>
    </w:p>
    <w:p w:rsidR="003F2B37" w:rsidRPr="00044B6A" w:rsidRDefault="003F2B37" w:rsidP="003F2B37">
      <w:pPr>
        <w:jc w:val="center"/>
        <w:rPr>
          <w:szCs w:val="28"/>
        </w:rPr>
      </w:pPr>
      <w:r w:rsidRPr="00044B6A">
        <w:rPr>
          <w:szCs w:val="28"/>
        </w:rPr>
        <w:t xml:space="preserve">Искитимского района  </w:t>
      </w:r>
      <w:r w:rsidR="00670D5C">
        <w:rPr>
          <w:szCs w:val="28"/>
        </w:rPr>
        <w:t xml:space="preserve">Новосибирской области </w:t>
      </w:r>
    </w:p>
    <w:p w:rsidR="003F2B37" w:rsidRPr="00044B6A" w:rsidRDefault="003F2B37" w:rsidP="003F2B37">
      <w:pPr>
        <w:jc w:val="center"/>
        <w:rPr>
          <w:szCs w:val="28"/>
        </w:rPr>
      </w:pPr>
      <w:r w:rsidRPr="00044B6A">
        <w:rPr>
          <w:szCs w:val="28"/>
        </w:rPr>
        <w:t>на 201</w:t>
      </w:r>
      <w:r w:rsidR="00C06D30">
        <w:rPr>
          <w:szCs w:val="28"/>
        </w:rPr>
        <w:t>7</w:t>
      </w:r>
      <w:r w:rsidRPr="00044B6A">
        <w:rPr>
          <w:szCs w:val="28"/>
        </w:rPr>
        <w:t xml:space="preserve"> год.</w:t>
      </w:r>
    </w:p>
    <w:p w:rsidR="003F2B37" w:rsidRDefault="003F2B37" w:rsidP="003F2B37">
      <w:pPr>
        <w:jc w:val="center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1559"/>
        <w:gridCol w:w="850"/>
        <w:gridCol w:w="1276"/>
        <w:gridCol w:w="1276"/>
        <w:gridCol w:w="1701"/>
      </w:tblGrid>
      <w:tr w:rsidR="00426678" w:rsidTr="00426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объекта приватизации, краткая характеристика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Место</w:t>
            </w:r>
          </w:p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нахождение объекта приватизации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Площадь объекта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Обременение (аренда,</w:t>
            </w:r>
            <w:proofErr w:type="gramEnd"/>
          </w:p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пользование,</w:t>
            </w:r>
          </w:p>
          <w:p w:rsidR="00426678" w:rsidRDefault="00426678" w:rsidP="003E557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залог и т.п.)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Способ приватизации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678" w:rsidRDefault="00426678" w:rsidP="003E557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Срок рассрочки платежа</w:t>
            </w:r>
          </w:p>
        </w:tc>
      </w:tr>
      <w:tr w:rsidR="00426678" w:rsidTr="004266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Default="00426678" w:rsidP="00201DBB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Pr="00EF311A" w:rsidRDefault="00426678" w:rsidP="00FA062C">
            <w:pPr>
              <w:pStyle w:val="a3"/>
              <w:jc w:val="left"/>
              <w:rPr>
                <w:sz w:val="20"/>
              </w:rPr>
            </w:pPr>
            <w:r>
              <w:rPr>
                <w:sz w:val="20"/>
              </w:rPr>
              <w:t>Гараж с теплосетью, год постройки 1995, кадастровый номер: 54-54-08/024/2012-811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Pr="00EF311A" w:rsidRDefault="00426678" w:rsidP="00B0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иствянский, ул.Верхняя  1а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Pr="00EF311A" w:rsidRDefault="00426678" w:rsidP="00B07A6E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423,1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Pr="00EF311A" w:rsidRDefault="00426678" w:rsidP="00B07A6E">
            <w:pPr>
              <w:pStyle w:val="a3"/>
              <w:jc w:val="left"/>
              <w:rPr>
                <w:sz w:val="20"/>
              </w:rPr>
            </w:pPr>
            <w:r w:rsidRPr="00EF311A">
              <w:rPr>
                <w:sz w:val="20"/>
              </w:rPr>
              <w:t>обременений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Default="00426678">
            <w:r w:rsidRPr="005E032B">
              <w:rPr>
                <w:sz w:val="20"/>
              </w:rPr>
              <w:t>Открытый аукцион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78" w:rsidRDefault="00426678">
            <w:r w:rsidRPr="00197490">
              <w:rPr>
                <w:sz w:val="20"/>
                <w:szCs w:val="20"/>
              </w:rPr>
              <w:t>Не предусмотрен</w:t>
            </w:r>
          </w:p>
        </w:tc>
      </w:tr>
    </w:tbl>
    <w:p w:rsidR="003F2B37" w:rsidRDefault="003F2B37" w:rsidP="003F2B3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3F2B37" w:rsidRDefault="003F2B37" w:rsidP="00C06D30">
      <w:pPr>
        <w:tabs>
          <w:tab w:val="left" w:pos="700"/>
        </w:tabs>
        <w:jc w:val="both"/>
      </w:pPr>
      <w:r>
        <w:t xml:space="preserve">          Приватизация имущества проводится в форме открытого аукциона. </w:t>
      </w:r>
      <w:r w:rsidR="00C06D30">
        <w:t xml:space="preserve">В случае  если аукцион будет признан несостоявшимся,  </w:t>
      </w:r>
      <w:r w:rsidR="00C06D30" w:rsidRPr="003D3AF6">
        <w:t>по распоряжению</w:t>
      </w:r>
      <w:r w:rsidR="00C06D30">
        <w:t xml:space="preserve"> администрации </w:t>
      </w:r>
      <w:r w:rsidR="00DE6EC4">
        <w:t xml:space="preserve">Листвянского сельсовета </w:t>
      </w:r>
      <w:r w:rsidR="00C06D30">
        <w:t>Искитимского района Новосибирской области может быть избрана другая форма торгов</w:t>
      </w:r>
      <w:r>
        <w:t>.</w:t>
      </w: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p w:rsidR="00C31C3C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</w:rPr>
      </w:pPr>
    </w:p>
    <w:sectPr w:rsidR="00C31C3C" w:rsidSect="00044B6A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31C3C"/>
    <w:rsid w:val="0000155C"/>
    <w:rsid w:val="00004421"/>
    <w:rsid w:val="00004A67"/>
    <w:rsid w:val="000056BE"/>
    <w:rsid w:val="00006B0D"/>
    <w:rsid w:val="00007F0D"/>
    <w:rsid w:val="0001168D"/>
    <w:rsid w:val="00013DEF"/>
    <w:rsid w:val="00021A62"/>
    <w:rsid w:val="00021B6B"/>
    <w:rsid w:val="0002427D"/>
    <w:rsid w:val="000262FA"/>
    <w:rsid w:val="00027E81"/>
    <w:rsid w:val="00031513"/>
    <w:rsid w:val="00032CD3"/>
    <w:rsid w:val="000334C2"/>
    <w:rsid w:val="000343BB"/>
    <w:rsid w:val="000407F4"/>
    <w:rsid w:val="000412D1"/>
    <w:rsid w:val="00044B6A"/>
    <w:rsid w:val="00047195"/>
    <w:rsid w:val="00050D12"/>
    <w:rsid w:val="00052238"/>
    <w:rsid w:val="00053319"/>
    <w:rsid w:val="000562F6"/>
    <w:rsid w:val="00061987"/>
    <w:rsid w:val="00062619"/>
    <w:rsid w:val="00062D42"/>
    <w:rsid w:val="00062F13"/>
    <w:rsid w:val="0006506A"/>
    <w:rsid w:val="000735A2"/>
    <w:rsid w:val="00075A05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A14F6"/>
    <w:rsid w:val="000A5C71"/>
    <w:rsid w:val="000A6F95"/>
    <w:rsid w:val="000A72CB"/>
    <w:rsid w:val="000A7F32"/>
    <w:rsid w:val="000B0394"/>
    <w:rsid w:val="000B09D4"/>
    <w:rsid w:val="000B11A7"/>
    <w:rsid w:val="000B45CE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6863"/>
    <w:rsid w:val="000D04F6"/>
    <w:rsid w:val="000D0C0B"/>
    <w:rsid w:val="000D2D05"/>
    <w:rsid w:val="000D331D"/>
    <w:rsid w:val="000D39F8"/>
    <w:rsid w:val="000D3E12"/>
    <w:rsid w:val="000D49BB"/>
    <w:rsid w:val="000D59B4"/>
    <w:rsid w:val="000D7235"/>
    <w:rsid w:val="000D7388"/>
    <w:rsid w:val="000E0402"/>
    <w:rsid w:val="000E21E7"/>
    <w:rsid w:val="000E3298"/>
    <w:rsid w:val="000E38A4"/>
    <w:rsid w:val="000E6380"/>
    <w:rsid w:val="000F0348"/>
    <w:rsid w:val="000F08FD"/>
    <w:rsid w:val="000F60A1"/>
    <w:rsid w:val="000F70FC"/>
    <w:rsid w:val="00100816"/>
    <w:rsid w:val="00101AF0"/>
    <w:rsid w:val="0010316F"/>
    <w:rsid w:val="001044E8"/>
    <w:rsid w:val="0010601B"/>
    <w:rsid w:val="00106840"/>
    <w:rsid w:val="00107995"/>
    <w:rsid w:val="001126A6"/>
    <w:rsid w:val="00112B45"/>
    <w:rsid w:val="00114671"/>
    <w:rsid w:val="001146F0"/>
    <w:rsid w:val="00115827"/>
    <w:rsid w:val="001167BA"/>
    <w:rsid w:val="00121447"/>
    <w:rsid w:val="00122EA5"/>
    <w:rsid w:val="00123B83"/>
    <w:rsid w:val="00123E7D"/>
    <w:rsid w:val="001264DE"/>
    <w:rsid w:val="00126BA7"/>
    <w:rsid w:val="00131759"/>
    <w:rsid w:val="0013461A"/>
    <w:rsid w:val="001348FE"/>
    <w:rsid w:val="00135731"/>
    <w:rsid w:val="00136EC0"/>
    <w:rsid w:val="00140B10"/>
    <w:rsid w:val="00141EE9"/>
    <w:rsid w:val="00145461"/>
    <w:rsid w:val="001500EB"/>
    <w:rsid w:val="0015191E"/>
    <w:rsid w:val="001524F9"/>
    <w:rsid w:val="0015530C"/>
    <w:rsid w:val="001559A1"/>
    <w:rsid w:val="001611FD"/>
    <w:rsid w:val="001614F2"/>
    <w:rsid w:val="00161D18"/>
    <w:rsid w:val="00163763"/>
    <w:rsid w:val="00163D28"/>
    <w:rsid w:val="00167A04"/>
    <w:rsid w:val="00175B34"/>
    <w:rsid w:val="0017720D"/>
    <w:rsid w:val="0018005F"/>
    <w:rsid w:val="0018307E"/>
    <w:rsid w:val="001860DE"/>
    <w:rsid w:val="00186981"/>
    <w:rsid w:val="001923ED"/>
    <w:rsid w:val="00195C54"/>
    <w:rsid w:val="00195C97"/>
    <w:rsid w:val="001A119A"/>
    <w:rsid w:val="001A1B4A"/>
    <w:rsid w:val="001A588D"/>
    <w:rsid w:val="001A73F4"/>
    <w:rsid w:val="001A7B2D"/>
    <w:rsid w:val="001B114E"/>
    <w:rsid w:val="001B2B45"/>
    <w:rsid w:val="001B2EB3"/>
    <w:rsid w:val="001B3B91"/>
    <w:rsid w:val="001B6B72"/>
    <w:rsid w:val="001C0839"/>
    <w:rsid w:val="001C2080"/>
    <w:rsid w:val="001C3157"/>
    <w:rsid w:val="001C4A21"/>
    <w:rsid w:val="001C4E02"/>
    <w:rsid w:val="001D1742"/>
    <w:rsid w:val="001D1891"/>
    <w:rsid w:val="001D1D0F"/>
    <w:rsid w:val="001D522B"/>
    <w:rsid w:val="001D7DD9"/>
    <w:rsid w:val="001E28F0"/>
    <w:rsid w:val="001E3FB5"/>
    <w:rsid w:val="001F1328"/>
    <w:rsid w:val="001F3E39"/>
    <w:rsid w:val="001F42EE"/>
    <w:rsid w:val="001F6367"/>
    <w:rsid w:val="00201DBB"/>
    <w:rsid w:val="002027CE"/>
    <w:rsid w:val="00204C04"/>
    <w:rsid w:val="002065E6"/>
    <w:rsid w:val="0021378C"/>
    <w:rsid w:val="00216F49"/>
    <w:rsid w:val="00220793"/>
    <w:rsid w:val="002269FE"/>
    <w:rsid w:val="00227290"/>
    <w:rsid w:val="002279EA"/>
    <w:rsid w:val="00230109"/>
    <w:rsid w:val="00231E5E"/>
    <w:rsid w:val="002330B6"/>
    <w:rsid w:val="00234981"/>
    <w:rsid w:val="002361F4"/>
    <w:rsid w:val="00236573"/>
    <w:rsid w:val="00241060"/>
    <w:rsid w:val="00242675"/>
    <w:rsid w:val="00242A97"/>
    <w:rsid w:val="00244500"/>
    <w:rsid w:val="0024621C"/>
    <w:rsid w:val="002462C7"/>
    <w:rsid w:val="00253903"/>
    <w:rsid w:val="00256CFC"/>
    <w:rsid w:val="002616C5"/>
    <w:rsid w:val="002634A0"/>
    <w:rsid w:val="00265954"/>
    <w:rsid w:val="00266BC3"/>
    <w:rsid w:val="00267026"/>
    <w:rsid w:val="002704FC"/>
    <w:rsid w:val="00270EA6"/>
    <w:rsid w:val="00274827"/>
    <w:rsid w:val="0027637B"/>
    <w:rsid w:val="00286B82"/>
    <w:rsid w:val="00287F50"/>
    <w:rsid w:val="002932E9"/>
    <w:rsid w:val="00293887"/>
    <w:rsid w:val="002A14AD"/>
    <w:rsid w:val="002A20D6"/>
    <w:rsid w:val="002A26D0"/>
    <w:rsid w:val="002A3315"/>
    <w:rsid w:val="002A5DC7"/>
    <w:rsid w:val="002A67B6"/>
    <w:rsid w:val="002A6C25"/>
    <w:rsid w:val="002A721B"/>
    <w:rsid w:val="002A7443"/>
    <w:rsid w:val="002B10F3"/>
    <w:rsid w:val="002B47B0"/>
    <w:rsid w:val="002B538C"/>
    <w:rsid w:val="002B6776"/>
    <w:rsid w:val="002B775E"/>
    <w:rsid w:val="002B77B7"/>
    <w:rsid w:val="002B7FBF"/>
    <w:rsid w:val="002C1C57"/>
    <w:rsid w:val="002C2AFC"/>
    <w:rsid w:val="002C36D1"/>
    <w:rsid w:val="002C3A4B"/>
    <w:rsid w:val="002C5BEF"/>
    <w:rsid w:val="002C78AE"/>
    <w:rsid w:val="002C7B00"/>
    <w:rsid w:val="002D29DF"/>
    <w:rsid w:val="002D4C4C"/>
    <w:rsid w:val="002D51DD"/>
    <w:rsid w:val="002D63FD"/>
    <w:rsid w:val="002E0298"/>
    <w:rsid w:val="002E60FF"/>
    <w:rsid w:val="002E7D1C"/>
    <w:rsid w:val="002F0263"/>
    <w:rsid w:val="002F07A6"/>
    <w:rsid w:val="002F1189"/>
    <w:rsid w:val="002F4746"/>
    <w:rsid w:val="0030094B"/>
    <w:rsid w:val="00304341"/>
    <w:rsid w:val="00304EA4"/>
    <w:rsid w:val="003055A8"/>
    <w:rsid w:val="00306370"/>
    <w:rsid w:val="00307E43"/>
    <w:rsid w:val="003102FF"/>
    <w:rsid w:val="00313504"/>
    <w:rsid w:val="0031508A"/>
    <w:rsid w:val="003202F3"/>
    <w:rsid w:val="00320DCB"/>
    <w:rsid w:val="00325328"/>
    <w:rsid w:val="003309A8"/>
    <w:rsid w:val="00334A54"/>
    <w:rsid w:val="0034040C"/>
    <w:rsid w:val="00344FD0"/>
    <w:rsid w:val="00345A16"/>
    <w:rsid w:val="00345DEA"/>
    <w:rsid w:val="00347D83"/>
    <w:rsid w:val="00354AE2"/>
    <w:rsid w:val="00355FFB"/>
    <w:rsid w:val="00357330"/>
    <w:rsid w:val="00357AE9"/>
    <w:rsid w:val="00357D44"/>
    <w:rsid w:val="00360851"/>
    <w:rsid w:val="00360901"/>
    <w:rsid w:val="003612EA"/>
    <w:rsid w:val="00361472"/>
    <w:rsid w:val="003631E9"/>
    <w:rsid w:val="00363755"/>
    <w:rsid w:val="003637C9"/>
    <w:rsid w:val="00363CBE"/>
    <w:rsid w:val="003726DE"/>
    <w:rsid w:val="003741A9"/>
    <w:rsid w:val="00374F9B"/>
    <w:rsid w:val="0037771E"/>
    <w:rsid w:val="00377E8E"/>
    <w:rsid w:val="0038150D"/>
    <w:rsid w:val="003817F6"/>
    <w:rsid w:val="00387506"/>
    <w:rsid w:val="003908EE"/>
    <w:rsid w:val="00390929"/>
    <w:rsid w:val="00392E60"/>
    <w:rsid w:val="003937DE"/>
    <w:rsid w:val="003955DC"/>
    <w:rsid w:val="003A073A"/>
    <w:rsid w:val="003A2C8C"/>
    <w:rsid w:val="003A42BD"/>
    <w:rsid w:val="003B0128"/>
    <w:rsid w:val="003B126A"/>
    <w:rsid w:val="003B1278"/>
    <w:rsid w:val="003B1B8F"/>
    <w:rsid w:val="003B24DD"/>
    <w:rsid w:val="003B296A"/>
    <w:rsid w:val="003B2B62"/>
    <w:rsid w:val="003B6E0D"/>
    <w:rsid w:val="003C30F4"/>
    <w:rsid w:val="003C36BF"/>
    <w:rsid w:val="003C57C3"/>
    <w:rsid w:val="003C5EDB"/>
    <w:rsid w:val="003D1579"/>
    <w:rsid w:val="003D25BF"/>
    <w:rsid w:val="003D3AF6"/>
    <w:rsid w:val="003D44B8"/>
    <w:rsid w:val="003D4EB5"/>
    <w:rsid w:val="003D6621"/>
    <w:rsid w:val="003E3DBA"/>
    <w:rsid w:val="003E4C2E"/>
    <w:rsid w:val="003E7191"/>
    <w:rsid w:val="003E7D70"/>
    <w:rsid w:val="003F12D6"/>
    <w:rsid w:val="003F2B37"/>
    <w:rsid w:val="003F6E0C"/>
    <w:rsid w:val="0040092F"/>
    <w:rsid w:val="00402005"/>
    <w:rsid w:val="004028B4"/>
    <w:rsid w:val="004058A8"/>
    <w:rsid w:val="00405C4E"/>
    <w:rsid w:val="0040628F"/>
    <w:rsid w:val="00406ACF"/>
    <w:rsid w:val="0040771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929"/>
    <w:rsid w:val="0042486C"/>
    <w:rsid w:val="00425DDF"/>
    <w:rsid w:val="00426678"/>
    <w:rsid w:val="004307DE"/>
    <w:rsid w:val="00430CC9"/>
    <w:rsid w:val="00431E1E"/>
    <w:rsid w:val="00434AD6"/>
    <w:rsid w:val="00435191"/>
    <w:rsid w:val="0043572D"/>
    <w:rsid w:val="00443273"/>
    <w:rsid w:val="004441BC"/>
    <w:rsid w:val="0044700D"/>
    <w:rsid w:val="004532CF"/>
    <w:rsid w:val="0045493D"/>
    <w:rsid w:val="00454C77"/>
    <w:rsid w:val="004603A4"/>
    <w:rsid w:val="00466890"/>
    <w:rsid w:val="00466E2B"/>
    <w:rsid w:val="004711A7"/>
    <w:rsid w:val="00471DD5"/>
    <w:rsid w:val="004728FF"/>
    <w:rsid w:val="0047326B"/>
    <w:rsid w:val="00475403"/>
    <w:rsid w:val="00482DB4"/>
    <w:rsid w:val="004831DA"/>
    <w:rsid w:val="00484A58"/>
    <w:rsid w:val="00484E20"/>
    <w:rsid w:val="00485D37"/>
    <w:rsid w:val="00486684"/>
    <w:rsid w:val="00491B5B"/>
    <w:rsid w:val="00491D6B"/>
    <w:rsid w:val="00493536"/>
    <w:rsid w:val="004A38BB"/>
    <w:rsid w:val="004A3D5C"/>
    <w:rsid w:val="004A55B8"/>
    <w:rsid w:val="004A6D8B"/>
    <w:rsid w:val="004B22C5"/>
    <w:rsid w:val="004B2B53"/>
    <w:rsid w:val="004B2D79"/>
    <w:rsid w:val="004B484B"/>
    <w:rsid w:val="004B5775"/>
    <w:rsid w:val="004B7335"/>
    <w:rsid w:val="004C242C"/>
    <w:rsid w:val="004C3FDD"/>
    <w:rsid w:val="004C7DFD"/>
    <w:rsid w:val="004D01E5"/>
    <w:rsid w:val="004D0D85"/>
    <w:rsid w:val="004D199D"/>
    <w:rsid w:val="004D28E9"/>
    <w:rsid w:val="004D4981"/>
    <w:rsid w:val="004D4996"/>
    <w:rsid w:val="004D75D0"/>
    <w:rsid w:val="004E14A5"/>
    <w:rsid w:val="004E19CE"/>
    <w:rsid w:val="004E1D6F"/>
    <w:rsid w:val="004E1DB8"/>
    <w:rsid w:val="004E2351"/>
    <w:rsid w:val="004E38A5"/>
    <w:rsid w:val="004E3A4A"/>
    <w:rsid w:val="004E6FC5"/>
    <w:rsid w:val="004F1A44"/>
    <w:rsid w:val="004F31BB"/>
    <w:rsid w:val="004F357A"/>
    <w:rsid w:val="004F4998"/>
    <w:rsid w:val="004F5CEC"/>
    <w:rsid w:val="004F666F"/>
    <w:rsid w:val="004F7C91"/>
    <w:rsid w:val="0050243B"/>
    <w:rsid w:val="005048B7"/>
    <w:rsid w:val="00510118"/>
    <w:rsid w:val="005117BA"/>
    <w:rsid w:val="00512813"/>
    <w:rsid w:val="005165BD"/>
    <w:rsid w:val="005216B9"/>
    <w:rsid w:val="005222A3"/>
    <w:rsid w:val="00524CB9"/>
    <w:rsid w:val="00526B42"/>
    <w:rsid w:val="00530359"/>
    <w:rsid w:val="00530E26"/>
    <w:rsid w:val="005345B1"/>
    <w:rsid w:val="00535AFD"/>
    <w:rsid w:val="00537200"/>
    <w:rsid w:val="0054049E"/>
    <w:rsid w:val="00541B85"/>
    <w:rsid w:val="00543894"/>
    <w:rsid w:val="00543C5B"/>
    <w:rsid w:val="00546986"/>
    <w:rsid w:val="00546AA2"/>
    <w:rsid w:val="005473E3"/>
    <w:rsid w:val="00550734"/>
    <w:rsid w:val="00553FEB"/>
    <w:rsid w:val="0055495C"/>
    <w:rsid w:val="00560408"/>
    <w:rsid w:val="00560EDA"/>
    <w:rsid w:val="00561F6A"/>
    <w:rsid w:val="00565F2C"/>
    <w:rsid w:val="0056702B"/>
    <w:rsid w:val="00567887"/>
    <w:rsid w:val="00572423"/>
    <w:rsid w:val="005745DF"/>
    <w:rsid w:val="00576C6A"/>
    <w:rsid w:val="00577F8F"/>
    <w:rsid w:val="00584874"/>
    <w:rsid w:val="0059083F"/>
    <w:rsid w:val="00590F88"/>
    <w:rsid w:val="00593607"/>
    <w:rsid w:val="0059400C"/>
    <w:rsid w:val="00594589"/>
    <w:rsid w:val="00596020"/>
    <w:rsid w:val="00596A2D"/>
    <w:rsid w:val="005A00E6"/>
    <w:rsid w:val="005A2026"/>
    <w:rsid w:val="005A2F70"/>
    <w:rsid w:val="005A39BC"/>
    <w:rsid w:val="005A4E17"/>
    <w:rsid w:val="005A6A69"/>
    <w:rsid w:val="005A7770"/>
    <w:rsid w:val="005B447D"/>
    <w:rsid w:val="005B628E"/>
    <w:rsid w:val="005B6792"/>
    <w:rsid w:val="005B6EBE"/>
    <w:rsid w:val="005C064E"/>
    <w:rsid w:val="005C0A46"/>
    <w:rsid w:val="005C1F7E"/>
    <w:rsid w:val="005C5D79"/>
    <w:rsid w:val="005D11BF"/>
    <w:rsid w:val="005D4BD5"/>
    <w:rsid w:val="005D503E"/>
    <w:rsid w:val="005D5A0E"/>
    <w:rsid w:val="005E2AB2"/>
    <w:rsid w:val="005E3468"/>
    <w:rsid w:val="005E3F7C"/>
    <w:rsid w:val="005E4A13"/>
    <w:rsid w:val="005E7952"/>
    <w:rsid w:val="005F067F"/>
    <w:rsid w:val="005F14BE"/>
    <w:rsid w:val="005F1BE7"/>
    <w:rsid w:val="005F231B"/>
    <w:rsid w:val="005F2F1B"/>
    <w:rsid w:val="005F5987"/>
    <w:rsid w:val="00601217"/>
    <w:rsid w:val="006022FB"/>
    <w:rsid w:val="00602617"/>
    <w:rsid w:val="00606B97"/>
    <w:rsid w:val="006071BE"/>
    <w:rsid w:val="0061159E"/>
    <w:rsid w:val="00614DF7"/>
    <w:rsid w:val="0061502F"/>
    <w:rsid w:val="00616173"/>
    <w:rsid w:val="00617FA7"/>
    <w:rsid w:val="00620412"/>
    <w:rsid w:val="00620B73"/>
    <w:rsid w:val="00621EC6"/>
    <w:rsid w:val="00623BEA"/>
    <w:rsid w:val="0062591D"/>
    <w:rsid w:val="00630F62"/>
    <w:rsid w:val="00634E18"/>
    <w:rsid w:val="006355C7"/>
    <w:rsid w:val="00640E38"/>
    <w:rsid w:val="006468A6"/>
    <w:rsid w:val="00651ABF"/>
    <w:rsid w:val="006540EA"/>
    <w:rsid w:val="006541D5"/>
    <w:rsid w:val="00655FBE"/>
    <w:rsid w:val="00656B54"/>
    <w:rsid w:val="00656BDF"/>
    <w:rsid w:val="00656D95"/>
    <w:rsid w:val="00657313"/>
    <w:rsid w:val="00664582"/>
    <w:rsid w:val="00670D5C"/>
    <w:rsid w:val="00673740"/>
    <w:rsid w:val="0067423C"/>
    <w:rsid w:val="006742D8"/>
    <w:rsid w:val="00674B47"/>
    <w:rsid w:val="006771B6"/>
    <w:rsid w:val="00680698"/>
    <w:rsid w:val="00681E40"/>
    <w:rsid w:val="006904CC"/>
    <w:rsid w:val="00691ED7"/>
    <w:rsid w:val="00692574"/>
    <w:rsid w:val="00693592"/>
    <w:rsid w:val="00693845"/>
    <w:rsid w:val="006A09A7"/>
    <w:rsid w:val="006A555A"/>
    <w:rsid w:val="006A58BB"/>
    <w:rsid w:val="006A6344"/>
    <w:rsid w:val="006A6E68"/>
    <w:rsid w:val="006A7875"/>
    <w:rsid w:val="006B0F18"/>
    <w:rsid w:val="006B17BE"/>
    <w:rsid w:val="006B33DA"/>
    <w:rsid w:val="006B387E"/>
    <w:rsid w:val="006B47E7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4896"/>
    <w:rsid w:val="006D4D17"/>
    <w:rsid w:val="006D51D8"/>
    <w:rsid w:val="006D5468"/>
    <w:rsid w:val="006E01F4"/>
    <w:rsid w:val="006E2514"/>
    <w:rsid w:val="006E3239"/>
    <w:rsid w:val="006E7591"/>
    <w:rsid w:val="006F0F04"/>
    <w:rsid w:val="006F1E8C"/>
    <w:rsid w:val="006F3619"/>
    <w:rsid w:val="006F3DCA"/>
    <w:rsid w:val="006F4B7F"/>
    <w:rsid w:val="006F7961"/>
    <w:rsid w:val="0070112F"/>
    <w:rsid w:val="00705022"/>
    <w:rsid w:val="007055FF"/>
    <w:rsid w:val="0070723E"/>
    <w:rsid w:val="007079B7"/>
    <w:rsid w:val="00710AD7"/>
    <w:rsid w:val="00711F0F"/>
    <w:rsid w:val="0072135D"/>
    <w:rsid w:val="00721874"/>
    <w:rsid w:val="00722101"/>
    <w:rsid w:val="00723DF5"/>
    <w:rsid w:val="00724789"/>
    <w:rsid w:val="007250D9"/>
    <w:rsid w:val="00726F1C"/>
    <w:rsid w:val="0073100B"/>
    <w:rsid w:val="0073150D"/>
    <w:rsid w:val="007348D7"/>
    <w:rsid w:val="007356E5"/>
    <w:rsid w:val="0073793A"/>
    <w:rsid w:val="00737D00"/>
    <w:rsid w:val="0074138B"/>
    <w:rsid w:val="00742839"/>
    <w:rsid w:val="0074329C"/>
    <w:rsid w:val="00744020"/>
    <w:rsid w:val="00745805"/>
    <w:rsid w:val="007460FE"/>
    <w:rsid w:val="00746761"/>
    <w:rsid w:val="00752398"/>
    <w:rsid w:val="00752DF7"/>
    <w:rsid w:val="00755C90"/>
    <w:rsid w:val="00755CBF"/>
    <w:rsid w:val="007565C8"/>
    <w:rsid w:val="00756B67"/>
    <w:rsid w:val="007572F8"/>
    <w:rsid w:val="00761A92"/>
    <w:rsid w:val="007647E9"/>
    <w:rsid w:val="007651BC"/>
    <w:rsid w:val="00766B6C"/>
    <w:rsid w:val="007672D3"/>
    <w:rsid w:val="00773F3E"/>
    <w:rsid w:val="00775113"/>
    <w:rsid w:val="00776001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C36"/>
    <w:rsid w:val="00795FEB"/>
    <w:rsid w:val="007A140C"/>
    <w:rsid w:val="007A41F7"/>
    <w:rsid w:val="007A43FC"/>
    <w:rsid w:val="007A4B0D"/>
    <w:rsid w:val="007A768B"/>
    <w:rsid w:val="007B26B4"/>
    <w:rsid w:val="007B758B"/>
    <w:rsid w:val="007C2876"/>
    <w:rsid w:val="007C3725"/>
    <w:rsid w:val="007C45A3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07A87"/>
    <w:rsid w:val="0081462D"/>
    <w:rsid w:val="00816BC4"/>
    <w:rsid w:val="00817235"/>
    <w:rsid w:val="008174B4"/>
    <w:rsid w:val="0081756C"/>
    <w:rsid w:val="0082447E"/>
    <w:rsid w:val="0082711B"/>
    <w:rsid w:val="00831DCC"/>
    <w:rsid w:val="00833A3B"/>
    <w:rsid w:val="008341B7"/>
    <w:rsid w:val="00836B60"/>
    <w:rsid w:val="00836F14"/>
    <w:rsid w:val="0083761D"/>
    <w:rsid w:val="00837D4C"/>
    <w:rsid w:val="00841146"/>
    <w:rsid w:val="00841222"/>
    <w:rsid w:val="00843C81"/>
    <w:rsid w:val="00843F4B"/>
    <w:rsid w:val="00847480"/>
    <w:rsid w:val="008477B3"/>
    <w:rsid w:val="008542C7"/>
    <w:rsid w:val="00855EB8"/>
    <w:rsid w:val="00856350"/>
    <w:rsid w:val="00857382"/>
    <w:rsid w:val="00857F58"/>
    <w:rsid w:val="00863975"/>
    <w:rsid w:val="008674CD"/>
    <w:rsid w:val="00867AB1"/>
    <w:rsid w:val="00867D78"/>
    <w:rsid w:val="008743C0"/>
    <w:rsid w:val="008750ED"/>
    <w:rsid w:val="008774B2"/>
    <w:rsid w:val="00877CDF"/>
    <w:rsid w:val="008818F6"/>
    <w:rsid w:val="00883B1C"/>
    <w:rsid w:val="00885C5A"/>
    <w:rsid w:val="008907F6"/>
    <w:rsid w:val="008977BF"/>
    <w:rsid w:val="008A22F5"/>
    <w:rsid w:val="008A262F"/>
    <w:rsid w:val="008A29E6"/>
    <w:rsid w:val="008A3889"/>
    <w:rsid w:val="008A71AD"/>
    <w:rsid w:val="008B03D5"/>
    <w:rsid w:val="008B0A9B"/>
    <w:rsid w:val="008B0ACE"/>
    <w:rsid w:val="008B0C74"/>
    <w:rsid w:val="008B1D68"/>
    <w:rsid w:val="008B38AA"/>
    <w:rsid w:val="008B4D14"/>
    <w:rsid w:val="008B59C9"/>
    <w:rsid w:val="008B6CA4"/>
    <w:rsid w:val="008C16EE"/>
    <w:rsid w:val="008C37D6"/>
    <w:rsid w:val="008C5069"/>
    <w:rsid w:val="008C5588"/>
    <w:rsid w:val="008D1252"/>
    <w:rsid w:val="008D27D5"/>
    <w:rsid w:val="008D7805"/>
    <w:rsid w:val="008E0730"/>
    <w:rsid w:val="008E0B2F"/>
    <w:rsid w:val="008E7A94"/>
    <w:rsid w:val="008F4109"/>
    <w:rsid w:val="008F4EB6"/>
    <w:rsid w:val="008F5C57"/>
    <w:rsid w:val="00900A1A"/>
    <w:rsid w:val="0090284B"/>
    <w:rsid w:val="00912CB3"/>
    <w:rsid w:val="009130D9"/>
    <w:rsid w:val="00916538"/>
    <w:rsid w:val="00921028"/>
    <w:rsid w:val="009230B3"/>
    <w:rsid w:val="00923E47"/>
    <w:rsid w:val="00924896"/>
    <w:rsid w:val="009307D1"/>
    <w:rsid w:val="009318DA"/>
    <w:rsid w:val="009506CE"/>
    <w:rsid w:val="009533D0"/>
    <w:rsid w:val="009542B6"/>
    <w:rsid w:val="00957786"/>
    <w:rsid w:val="00957D05"/>
    <w:rsid w:val="009607FE"/>
    <w:rsid w:val="009612E8"/>
    <w:rsid w:val="009638C9"/>
    <w:rsid w:val="00965318"/>
    <w:rsid w:val="0096793A"/>
    <w:rsid w:val="009723A8"/>
    <w:rsid w:val="009726D4"/>
    <w:rsid w:val="00973F62"/>
    <w:rsid w:val="009763F7"/>
    <w:rsid w:val="0098120D"/>
    <w:rsid w:val="0098555C"/>
    <w:rsid w:val="00985E7B"/>
    <w:rsid w:val="00990168"/>
    <w:rsid w:val="0099063E"/>
    <w:rsid w:val="00990F5C"/>
    <w:rsid w:val="009923FD"/>
    <w:rsid w:val="0099427A"/>
    <w:rsid w:val="00997B17"/>
    <w:rsid w:val="00997F82"/>
    <w:rsid w:val="009A25C0"/>
    <w:rsid w:val="009A384E"/>
    <w:rsid w:val="009A65B4"/>
    <w:rsid w:val="009A6948"/>
    <w:rsid w:val="009B3894"/>
    <w:rsid w:val="009B3E1E"/>
    <w:rsid w:val="009B4BB8"/>
    <w:rsid w:val="009B7ABD"/>
    <w:rsid w:val="009C0B90"/>
    <w:rsid w:val="009C18E6"/>
    <w:rsid w:val="009C2C93"/>
    <w:rsid w:val="009C723A"/>
    <w:rsid w:val="009D25A3"/>
    <w:rsid w:val="009D441D"/>
    <w:rsid w:val="009D47BA"/>
    <w:rsid w:val="009E143E"/>
    <w:rsid w:val="009E3F69"/>
    <w:rsid w:val="009E6355"/>
    <w:rsid w:val="009F2D0D"/>
    <w:rsid w:val="009F45EA"/>
    <w:rsid w:val="009F77B8"/>
    <w:rsid w:val="00A0363E"/>
    <w:rsid w:val="00A054CC"/>
    <w:rsid w:val="00A06400"/>
    <w:rsid w:val="00A10E34"/>
    <w:rsid w:val="00A13D57"/>
    <w:rsid w:val="00A16021"/>
    <w:rsid w:val="00A233E8"/>
    <w:rsid w:val="00A24C8F"/>
    <w:rsid w:val="00A26C55"/>
    <w:rsid w:val="00A26F7C"/>
    <w:rsid w:val="00A3283D"/>
    <w:rsid w:val="00A34660"/>
    <w:rsid w:val="00A3629F"/>
    <w:rsid w:val="00A366A8"/>
    <w:rsid w:val="00A40164"/>
    <w:rsid w:val="00A44A2B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63989"/>
    <w:rsid w:val="00A63CB4"/>
    <w:rsid w:val="00A67239"/>
    <w:rsid w:val="00A676F6"/>
    <w:rsid w:val="00A67B77"/>
    <w:rsid w:val="00A7475E"/>
    <w:rsid w:val="00A76A47"/>
    <w:rsid w:val="00A77273"/>
    <w:rsid w:val="00A801D0"/>
    <w:rsid w:val="00A822AF"/>
    <w:rsid w:val="00A8484A"/>
    <w:rsid w:val="00A86EB2"/>
    <w:rsid w:val="00A90033"/>
    <w:rsid w:val="00A91084"/>
    <w:rsid w:val="00A918ED"/>
    <w:rsid w:val="00A93412"/>
    <w:rsid w:val="00A94E84"/>
    <w:rsid w:val="00A9516B"/>
    <w:rsid w:val="00A9592D"/>
    <w:rsid w:val="00A96DF5"/>
    <w:rsid w:val="00A97667"/>
    <w:rsid w:val="00A97FC8"/>
    <w:rsid w:val="00AA6F4B"/>
    <w:rsid w:val="00AA71C8"/>
    <w:rsid w:val="00AB3DBC"/>
    <w:rsid w:val="00AB4182"/>
    <w:rsid w:val="00AB45C9"/>
    <w:rsid w:val="00AC1D86"/>
    <w:rsid w:val="00AC1F06"/>
    <w:rsid w:val="00AC331B"/>
    <w:rsid w:val="00AD25B6"/>
    <w:rsid w:val="00AD56C8"/>
    <w:rsid w:val="00AD780B"/>
    <w:rsid w:val="00AE0450"/>
    <w:rsid w:val="00AE1742"/>
    <w:rsid w:val="00AE26A9"/>
    <w:rsid w:val="00AE6073"/>
    <w:rsid w:val="00AE6467"/>
    <w:rsid w:val="00AF0F38"/>
    <w:rsid w:val="00AF2EC2"/>
    <w:rsid w:val="00AF5714"/>
    <w:rsid w:val="00AF60E7"/>
    <w:rsid w:val="00AF72BE"/>
    <w:rsid w:val="00B01DED"/>
    <w:rsid w:val="00B02618"/>
    <w:rsid w:val="00B07305"/>
    <w:rsid w:val="00B116E0"/>
    <w:rsid w:val="00B133CA"/>
    <w:rsid w:val="00B14F0F"/>
    <w:rsid w:val="00B210EE"/>
    <w:rsid w:val="00B24A70"/>
    <w:rsid w:val="00B25503"/>
    <w:rsid w:val="00B25FA3"/>
    <w:rsid w:val="00B2737F"/>
    <w:rsid w:val="00B30E07"/>
    <w:rsid w:val="00B31303"/>
    <w:rsid w:val="00B313C0"/>
    <w:rsid w:val="00B3293C"/>
    <w:rsid w:val="00B3506D"/>
    <w:rsid w:val="00B3559E"/>
    <w:rsid w:val="00B35781"/>
    <w:rsid w:val="00B36D7E"/>
    <w:rsid w:val="00B42D4D"/>
    <w:rsid w:val="00B43D8C"/>
    <w:rsid w:val="00B44864"/>
    <w:rsid w:val="00B45853"/>
    <w:rsid w:val="00B47805"/>
    <w:rsid w:val="00B501E5"/>
    <w:rsid w:val="00B5228B"/>
    <w:rsid w:val="00B56524"/>
    <w:rsid w:val="00B57C30"/>
    <w:rsid w:val="00B6183F"/>
    <w:rsid w:val="00B61A14"/>
    <w:rsid w:val="00B632B8"/>
    <w:rsid w:val="00B63612"/>
    <w:rsid w:val="00B65592"/>
    <w:rsid w:val="00B662DA"/>
    <w:rsid w:val="00B67F5A"/>
    <w:rsid w:val="00B733B4"/>
    <w:rsid w:val="00B740F5"/>
    <w:rsid w:val="00B76867"/>
    <w:rsid w:val="00B7706D"/>
    <w:rsid w:val="00B83663"/>
    <w:rsid w:val="00B87097"/>
    <w:rsid w:val="00B871C2"/>
    <w:rsid w:val="00B90152"/>
    <w:rsid w:val="00B90DE3"/>
    <w:rsid w:val="00B91797"/>
    <w:rsid w:val="00B9313D"/>
    <w:rsid w:val="00B93A1E"/>
    <w:rsid w:val="00B96200"/>
    <w:rsid w:val="00B967EB"/>
    <w:rsid w:val="00B97122"/>
    <w:rsid w:val="00BA1C8B"/>
    <w:rsid w:val="00BA5165"/>
    <w:rsid w:val="00BA5B23"/>
    <w:rsid w:val="00BA5D3A"/>
    <w:rsid w:val="00BA691C"/>
    <w:rsid w:val="00BA6D3F"/>
    <w:rsid w:val="00BA74C6"/>
    <w:rsid w:val="00BA7CCD"/>
    <w:rsid w:val="00BB1351"/>
    <w:rsid w:val="00BB4260"/>
    <w:rsid w:val="00BC03EA"/>
    <w:rsid w:val="00BC0C58"/>
    <w:rsid w:val="00BC296A"/>
    <w:rsid w:val="00BC2EE3"/>
    <w:rsid w:val="00BC435D"/>
    <w:rsid w:val="00BC4ECC"/>
    <w:rsid w:val="00BC5570"/>
    <w:rsid w:val="00BC644B"/>
    <w:rsid w:val="00BC7932"/>
    <w:rsid w:val="00BD0D0C"/>
    <w:rsid w:val="00BD2E19"/>
    <w:rsid w:val="00BD3BFC"/>
    <w:rsid w:val="00BD3D16"/>
    <w:rsid w:val="00BD737E"/>
    <w:rsid w:val="00BE26F2"/>
    <w:rsid w:val="00BE3184"/>
    <w:rsid w:val="00BE4494"/>
    <w:rsid w:val="00BE4E52"/>
    <w:rsid w:val="00BE7E78"/>
    <w:rsid w:val="00BF0732"/>
    <w:rsid w:val="00BF4BBF"/>
    <w:rsid w:val="00BF6A23"/>
    <w:rsid w:val="00C0158D"/>
    <w:rsid w:val="00C03765"/>
    <w:rsid w:val="00C06D30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60E7"/>
    <w:rsid w:val="00C26BAC"/>
    <w:rsid w:val="00C31C3C"/>
    <w:rsid w:val="00C32DFE"/>
    <w:rsid w:val="00C34A4E"/>
    <w:rsid w:val="00C422BF"/>
    <w:rsid w:val="00C4549D"/>
    <w:rsid w:val="00C46B4E"/>
    <w:rsid w:val="00C47149"/>
    <w:rsid w:val="00C526D7"/>
    <w:rsid w:val="00C53074"/>
    <w:rsid w:val="00C53185"/>
    <w:rsid w:val="00C53471"/>
    <w:rsid w:val="00C551D9"/>
    <w:rsid w:val="00C5575E"/>
    <w:rsid w:val="00C55775"/>
    <w:rsid w:val="00C57D16"/>
    <w:rsid w:val="00C61BB2"/>
    <w:rsid w:val="00C74985"/>
    <w:rsid w:val="00C74A61"/>
    <w:rsid w:val="00C80702"/>
    <w:rsid w:val="00C80CBB"/>
    <w:rsid w:val="00C80CF0"/>
    <w:rsid w:val="00C813F7"/>
    <w:rsid w:val="00C82C13"/>
    <w:rsid w:val="00C918A4"/>
    <w:rsid w:val="00C951D4"/>
    <w:rsid w:val="00CA5969"/>
    <w:rsid w:val="00CA63C3"/>
    <w:rsid w:val="00CB0C50"/>
    <w:rsid w:val="00CB241F"/>
    <w:rsid w:val="00CB2E71"/>
    <w:rsid w:val="00CB324E"/>
    <w:rsid w:val="00CB3C14"/>
    <w:rsid w:val="00CB4632"/>
    <w:rsid w:val="00CB6E60"/>
    <w:rsid w:val="00CC5A08"/>
    <w:rsid w:val="00CD22DC"/>
    <w:rsid w:val="00CE041E"/>
    <w:rsid w:val="00CE1DDE"/>
    <w:rsid w:val="00CE2A69"/>
    <w:rsid w:val="00CE5B0C"/>
    <w:rsid w:val="00CE7308"/>
    <w:rsid w:val="00CF0276"/>
    <w:rsid w:val="00CF1481"/>
    <w:rsid w:val="00CF3212"/>
    <w:rsid w:val="00CF38CF"/>
    <w:rsid w:val="00CF471E"/>
    <w:rsid w:val="00CF4B03"/>
    <w:rsid w:val="00CF5C03"/>
    <w:rsid w:val="00CF5F99"/>
    <w:rsid w:val="00CF6658"/>
    <w:rsid w:val="00CF6E62"/>
    <w:rsid w:val="00D017CA"/>
    <w:rsid w:val="00D02645"/>
    <w:rsid w:val="00D03867"/>
    <w:rsid w:val="00D06E53"/>
    <w:rsid w:val="00D122AF"/>
    <w:rsid w:val="00D16D7B"/>
    <w:rsid w:val="00D22CA0"/>
    <w:rsid w:val="00D22F98"/>
    <w:rsid w:val="00D25B3C"/>
    <w:rsid w:val="00D25F01"/>
    <w:rsid w:val="00D26C91"/>
    <w:rsid w:val="00D273CC"/>
    <w:rsid w:val="00D32FE4"/>
    <w:rsid w:val="00D40463"/>
    <w:rsid w:val="00D40C32"/>
    <w:rsid w:val="00D45762"/>
    <w:rsid w:val="00D54ECF"/>
    <w:rsid w:val="00D61241"/>
    <w:rsid w:val="00D62BF9"/>
    <w:rsid w:val="00D62BFF"/>
    <w:rsid w:val="00D62D54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5704"/>
    <w:rsid w:val="00D807CA"/>
    <w:rsid w:val="00D816FF"/>
    <w:rsid w:val="00D90D9D"/>
    <w:rsid w:val="00D92367"/>
    <w:rsid w:val="00D92EEC"/>
    <w:rsid w:val="00D94393"/>
    <w:rsid w:val="00D94513"/>
    <w:rsid w:val="00D94EFA"/>
    <w:rsid w:val="00DA065E"/>
    <w:rsid w:val="00DA38DC"/>
    <w:rsid w:val="00DA514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6588"/>
    <w:rsid w:val="00DC79B7"/>
    <w:rsid w:val="00DD2A76"/>
    <w:rsid w:val="00DD2C53"/>
    <w:rsid w:val="00DD37EA"/>
    <w:rsid w:val="00DD5FF4"/>
    <w:rsid w:val="00DD6B37"/>
    <w:rsid w:val="00DD785C"/>
    <w:rsid w:val="00DE2100"/>
    <w:rsid w:val="00DE2580"/>
    <w:rsid w:val="00DE39B0"/>
    <w:rsid w:val="00DE432E"/>
    <w:rsid w:val="00DE4333"/>
    <w:rsid w:val="00DE628C"/>
    <w:rsid w:val="00DE6EC4"/>
    <w:rsid w:val="00DE75F8"/>
    <w:rsid w:val="00DF27D0"/>
    <w:rsid w:val="00E03081"/>
    <w:rsid w:val="00E0724A"/>
    <w:rsid w:val="00E10AAE"/>
    <w:rsid w:val="00E115EE"/>
    <w:rsid w:val="00E11612"/>
    <w:rsid w:val="00E12B51"/>
    <w:rsid w:val="00E13048"/>
    <w:rsid w:val="00E13978"/>
    <w:rsid w:val="00E14417"/>
    <w:rsid w:val="00E155E2"/>
    <w:rsid w:val="00E15CBB"/>
    <w:rsid w:val="00E20B89"/>
    <w:rsid w:val="00E278B4"/>
    <w:rsid w:val="00E35C04"/>
    <w:rsid w:val="00E36C5B"/>
    <w:rsid w:val="00E372ED"/>
    <w:rsid w:val="00E43E42"/>
    <w:rsid w:val="00E44DD3"/>
    <w:rsid w:val="00E44FBF"/>
    <w:rsid w:val="00E45EA5"/>
    <w:rsid w:val="00E46020"/>
    <w:rsid w:val="00E467BB"/>
    <w:rsid w:val="00E477BE"/>
    <w:rsid w:val="00E52EC0"/>
    <w:rsid w:val="00E530B3"/>
    <w:rsid w:val="00E534A4"/>
    <w:rsid w:val="00E53E04"/>
    <w:rsid w:val="00E542F1"/>
    <w:rsid w:val="00E56F71"/>
    <w:rsid w:val="00E608C4"/>
    <w:rsid w:val="00E610B2"/>
    <w:rsid w:val="00E6298F"/>
    <w:rsid w:val="00E64C96"/>
    <w:rsid w:val="00E65067"/>
    <w:rsid w:val="00E70917"/>
    <w:rsid w:val="00E70F76"/>
    <w:rsid w:val="00E75A14"/>
    <w:rsid w:val="00E766BD"/>
    <w:rsid w:val="00E77C81"/>
    <w:rsid w:val="00E808ED"/>
    <w:rsid w:val="00E81EF6"/>
    <w:rsid w:val="00E86D22"/>
    <w:rsid w:val="00E91191"/>
    <w:rsid w:val="00E97561"/>
    <w:rsid w:val="00EA1784"/>
    <w:rsid w:val="00EA1EF2"/>
    <w:rsid w:val="00EA3C14"/>
    <w:rsid w:val="00EA70AC"/>
    <w:rsid w:val="00EA73AE"/>
    <w:rsid w:val="00EA7BA6"/>
    <w:rsid w:val="00EB5635"/>
    <w:rsid w:val="00EC3F89"/>
    <w:rsid w:val="00EC4F8C"/>
    <w:rsid w:val="00EC5A3F"/>
    <w:rsid w:val="00EC5CC1"/>
    <w:rsid w:val="00EC70C2"/>
    <w:rsid w:val="00EC7C02"/>
    <w:rsid w:val="00ED1A00"/>
    <w:rsid w:val="00ED1A7D"/>
    <w:rsid w:val="00ED5756"/>
    <w:rsid w:val="00ED6AF5"/>
    <w:rsid w:val="00ED730E"/>
    <w:rsid w:val="00EE2C47"/>
    <w:rsid w:val="00EE3CA8"/>
    <w:rsid w:val="00EE54EB"/>
    <w:rsid w:val="00EE7A7A"/>
    <w:rsid w:val="00EF0376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48DC"/>
    <w:rsid w:val="00F2116D"/>
    <w:rsid w:val="00F22FD1"/>
    <w:rsid w:val="00F251A1"/>
    <w:rsid w:val="00F25410"/>
    <w:rsid w:val="00F25654"/>
    <w:rsid w:val="00F260A8"/>
    <w:rsid w:val="00F26CE3"/>
    <w:rsid w:val="00F26FB9"/>
    <w:rsid w:val="00F343A8"/>
    <w:rsid w:val="00F35E12"/>
    <w:rsid w:val="00F36BDA"/>
    <w:rsid w:val="00F377C1"/>
    <w:rsid w:val="00F37AE3"/>
    <w:rsid w:val="00F41426"/>
    <w:rsid w:val="00F4549B"/>
    <w:rsid w:val="00F4661A"/>
    <w:rsid w:val="00F523F3"/>
    <w:rsid w:val="00F52B41"/>
    <w:rsid w:val="00F554AA"/>
    <w:rsid w:val="00F60E07"/>
    <w:rsid w:val="00F60F08"/>
    <w:rsid w:val="00F6353D"/>
    <w:rsid w:val="00F6493A"/>
    <w:rsid w:val="00F663C8"/>
    <w:rsid w:val="00F667BF"/>
    <w:rsid w:val="00F67E01"/>
    <w:rsid w:val="00F711FA"/>
    <w:rsid w:val="00F71662"/>
    <w:rsid w:val="00F73079"/>
    <w:rsid w:val="00F80738"/>
    <w:rsid w:val="00F83E69"/>
    <w:rsid w:val="00F9187D"/>
    <w:rsid w:val="00F920E5"/>
    <w:rsid w:val="00F92E6B"/>
    <w:rsid w:val="00F93D0B"/>
    <w:rsid w:val="00F95154"/>
    <w:rsid w:val="00F95810"/>
    <w:rsid w:val="00F96F3C"/>
    <w:rsid w:val="00F971F0"/>
    <w:rsid w:val="00FA062C"/>
    <w:rsid w:val="00FA2D34"/>
    <w:rsid w:val="00FA402E"/>
    <w:rsid w:val="00FA4D59"/>
    <w:rsid w:val="00FA75D9"/>
    <w:rsid w:val="00FB1236"/>
    <w:rsid w:val="00FB3098"/>
    <w:rsid w:val="00FB56D2"/>
    <w:rsid w:val="00FB5934"/>
    <w:rsid w:val="00FB64F7"/>
    <w:rsid w:val="00FC199A"/>
    <w:rsid w:val="00FC24BC"/>
    <w:rsid w:val="00FC2709"/>
    <w:rsid w:val="00FC3DFE"/>
    <w:rsid w:val="00FC418B"/>
    <w:rsid w:val="00FC490B"/>
    <w:rsid w:val="00FC6896"/>
    <w:rsid w:val="00FC7B47"/>
    <w:rsid w:val="00FC7FEB"/>
    <w:rsid w:val="00FD16E7"/>
    <w:rsid w:val="00FD22C1"/>
    <w:rsid w:val="00FD39CD"/>
    <w:rsid w:val="00FD4630"/>
    <w:rsid w:val="00FD6B98"/>
    <w:rsid w:val="00FD794E"/>
    <w:rsid w:val="00FE0A0D"/>
    <w:rsid w:val="00FE1FC6"/>
    <w:rsid w:val="00FE201E"/>
    <w:rsid w:val="00FE659E"/>
    <w:rsid w:val="00FF6E6D"/>
    <w:rsid w:val="00FF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0" w:lineRule="atLeast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3C"/>
    <w:pPr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75E"/>
    <w:pPr>
      <w:keepNext/>
      <w:keepLines/>
      <w:spacing w:before="480"/>
      <w:ind w:firstLine="6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31C3C"/>
    <w:pPr>
      <w:keepNext/>
      <w:jc w:val="center"/>
      <w:outlineLvl w:val="1"/>
    </w:pPr>
    <w:rPr>
      <w:rFonts w:cs="Arial"/>
      <w:szCs w:val="20"/>
      <w:lang w:bidi="lo-LA"/>
    </w:rPr>
  </w:style>
  <w:style w:type="paragraph" w:styleId="3">
    <w:name w:val="heading 3"/>
    <w:basedOn w:val="a"/>
    <w:next w:val="a"/>
    <w:link w:val="30"/>
    <w:unhideWhenUsed/>
    <w:qFormat/>
    <w:rsid w:val="00C31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5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rsid w:val="00C31C3C"/>
    <w:rPr>
      <w:rFonts w:eastAsia="Times New Roman" w:cs="Arial"/>
      <w:szCs w:val="20"/>
      <w:lang w:eastAsia="ru-RU" w:bidi="lo-LA"/>
    </w:rPr>
  </w:style>
  <w:style w:type="character" w:customStyle="1" w:styleId="30">
    <w:name w:val="Заголовок 3 Знак"/>
    <w:basedOn w:val="a0"/>
    <w:link w:val="3"/>
    <w:rsid w:val="00C31C3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C31C3C"/>
    <w:pPr>
      <w:overflowPunct w:val="0"/>
      <w:autoSpaceDE w:val="0"/>
      <w:autoSpaceDN w:val="0"/>
      <w:adjustRightInd w:val="0"/>
      <w:jc w:val="both"/>
    </w:pPr>
    <w:rPr>
      <w:rFonts w:cs="Arial"/>
      <w:sz w:val="24"/>
      <w:szCs w:val="20"/>
      <w:lang w:bidi="lo-LA"/>
    </w:rPr>
  </w:style>
  <w:style w:type="character" w:customStyle="1" w:styleId="a4">
    <w:name w:val="Основной текст Знак"/>
    <w:basedOn w:val="a0"/>
    <w:link w:val="a3"/>
    <w:rsid w:val="00C31C3C"/>
    <w:rPr>
      <w:rFonts w:eastAsia="Times New Roman" w:cs="Arial"/>
      <w:sz w:val="24"/>
      <w:szCs w:val="20"/>
      <w:lang w:eastAsia="ru-RU" w:bidi="lo-LA"/>
    </w:rPr>
  </w:style>
  <w:style w:type="paragraph" w:customStyle="1" w:styleId="ConsNormal">
    <w:name w:val="ConsNormal"/>
    <w:rsid w:val="00C31C3C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1508A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313504"/>
    <w:pPr>
      <w:spacing w:before="100" w:beforeAutospacing="1" w:after="100" w:afterAutospacing="1"/>
    </w:pPr>
    <w:rPr>
      <w:sz w:val="24"/>
    </w:rPr>
  </w:style>
  <w:style w:type="character" w:styleId="a7">
    <w:name w:val="Strong"/>
    <w:basedOn w:val="a0"/>
    <w:uiPriority w:val="22"/>
    <w:qFormat/>
    <w:rsid w:val="003135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58E20-A4D9-49F0-9A9A-3515CEAE2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6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Арсибекова</dc:creator>
  <cp:lastModifiedBy>Ольга</cp:lastModifiedBy>
  <cp:revision>5</cp:revision>
  <cp:lastPrinted>2016-10-25T01:58:00Z</cp:lastPrinted>
  <dcterms:created xsi:type="dcterms:W3CDTF">2016-12-20T08:27:00Z</dcterms:created>
  <dcterms:modified xsi:type="dcterms:W3CDTF">2016-12-26T05:11:00Z</dcterms:modified>
</cp:coreProperties>
</file>