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B0B" w:rsidRPr="004E3CE3" w:rsidRDefault="00DE5B0B" w:rsidP="0047735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E3CE3">
        <w:rPr>
          <w:rFonts w:ascii="Times New Roman" w:hAnsi="Times New Roman"/>
          <w:b/>
          <w:sz w:val="28"/>
          <w:szCs w:val="28"/>
        </w:rPr>
        <w:t xml:space="preserve">АДМИНИСТРАЦИЯ  ЛИСТВЯНСКОГО СЕЛЬСОВЕТА  </w:t>
      </w:r>
    </w:p>
    <w:p w:rsidR="00DE5B0B" w:rsidRPr="004E3CE3" w:rsidRDefault="00DE5B0B" w:rsidP="0047735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E3CE3">
        <w:rPr>
          <w:rFonts w:ascii="Times New Roman" w:hAnsi="Times New Roman"/>
          <w:b/>
          <w:sz w:val="28"/>
          <w:szCs w:val="28"/>
        </w:rPr>
        <w:t>ИСКИТИМСКОГО РАЙОНА НОВОСИБИРСКОЙ ОБЛАСТИ</w:t>
      </w:r>
    </w:p>
    <w:p w:rsidR="00DE5B0B" w:rsidRPr="004E3CE3" w:rsidRDefault="00DE5B0B" w:rsidP="0047735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E5B0B" w:rsidRPr="004E3CE3" w:rsidRDefault="00DE5B0B" w:rsidP="0047735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E5B0B" w:rsidRPr="004E3CE3" w:rsidRDefault="00DE5B0B" w:rsidP="00477359">
      <w:pPr>
        <w:pStyle w:val="Heading2"/>
      </w:pPr>
      <w:r w:rsidRPr="004E3CE3">
        <w:t>ПОСТАНОВЛЕНИЕ</w:t>
      </w:r>
    </w:p>
    <w:p w:rsidR="00DE5B0B" w:rsidRDefault="00DE5B0B" w:rsidP="00477359">
      <w:pPr>
        <w:spacing w:after="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11.03.2016 № 34</w:t>
      </w:r>
    </w:p>
    <w:p w:rsidR="00DE5B0B" w:rsidRPr="004E3CE3" w:rsidRDefault="00DE5B0B" w:rsidP="0047735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4E3CE3">
        <w:rPr>
          <w:rFonts w:ascii="Times New Roman" w:hAnsi="Times New Roman"/>
          <w:sz w:val="28"/>
          <w:szCs w:val="28"/>
        </w:rPr>
        <w:t>п. Листвянский</w:t>
      </w:r>
    </w:p>
    <w:p w:rsidR="00DE5B0B" w:rsidRDefault="00DE5B0B" w:rsidP="00477359">
      <w:pPr>
        <w:tabs>
          <w:tab w:val="left" w:pos="7920"/>
        </w:tabs>
        <w:spacing w:after="0"/>
        <w:rPr>
          <w:rFonts w:ascii="Times New Roman" w:hAnsi="Times New Roman"/>
          <w:sz w:val="28"/>
          <w:szCs w:val="28"/>
        </w:rPr>
      </w:pPr>
    </w:p>
    <w:p w:rsidR="00DE5B0B" w:rsidRPr="006E2BE3" w:rsidRDefault="00DE5B0B" w:rsidP="00AF2EBC">
      <w:pPr>
        <w:tabs>
          <w:tab w:val="left" w:pos="7920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 внесении изменений в   административный регламент</w:t>
      </w:r>
      <w:r w:rsidRPr="006E2BE3">
        <w:rPr>
          <w:rFonts w:ascii="Times New Roman" w:hAnsi="Times New Roman"/>
          <w:bCs/>
          <w:sz w:val="24"/>
          <w:szCs w:val="24"/>
        </w:rPr>
        <w:t xml:space="preserve"> </w:t>
      </w:r>
    </w:p>
    <w:p w:rsidR="00DE5B0B" w:rsidRPr="00AE66A8" w:rsidRDefault="00DE5B0B" w:rsidP="00477359">
      <w:pPr>
        <w:tabs>
          <w:tab w:val="left" w:pos="7920"/>
        </w:tabs>
        <w:spacing w:after="0"/>
        <w:rPr>
          <w:rFonts w:ascii="Times New Roman" w:hAnsi="Times New Roman"/>
          <w:sz w:val="24"/>
          <w:szCs w:val="24"/>
        </w:rPr>
      </w:pPr>
      <w:r w:rsidRPr="00AE66A8">
        <w:rPr>
          <w:rFonts w:ascii="Times New Roman" w:hAnsi="Times New Roman"/>
          <w:sz w:val="24"/>
          <w:szCs w:val="24"/>
        </w:rPr>
        <w:t xml:space="preserve">по предоставлению муниципальной услуги  « по приватизации </w:t>
      </w:r>
    </w:p>
    <w:p w:rsidR="00DE5B0B" w:rsidRPr="00AE66A8" w:rsidRDefault="00DE5B0B" w:rsidP="00477359">
      <w:pPr>
        <w:tabs>
          <w:tab w:val="left" w:pos="7920"/>
        </w:tabs>
        <w:spacing w:after="0"/>
        <w:rPr>
          <w:rFonts w:ascii="Times New Roman" w:hAnsi="Times New Roman"/>
          <w:sz w:val="24"/>
          <w:szCs w:val="24"/>
        </w:rPr>
      </w:pPr>
      <w:r w:rsidRPr="00AE66A8">
        <w:rPr>
          <w:rFonts w:ascii="Times New Roman" w:hAnsi="Times New Roman"/>
          <w:sz w:val="24"/>
          <w:szCs w:val="24"/>
        </w:rPr>
        <w:t>жилых помещений  муниципального жилищного фонда»</w:t>
      </w:r>
    </w:p>
    <w:p w:rsidR="00DE5B0B" w:rsidRPr="00AE66A8" w:rsidRDefault="00DE5B0B" w:rsidP="00477359">
      <w:pPr>
        <w:spacing w:after="0"/>
        <w:rPr>
          <w:rFonts w:ascii="Times New Roman" w:hAnsi="Times New Roman"/>
          <w:sz w:val="24"/>
          <w:szCs w:val="24"/>
        </w:rPr>
      </w:pPr>
      <w:r w:rsidRPr="00AE66A8">
        <w:rPr>
          <w:rFonts w:ascii="Times New Roman" w:hAnsi="Times New Roman"/>
          <w:sz w:val="24"/>
          <w:szCs w:val="24"/>
        </w:rPr>
        <w:t>от 28.02.2014г. №34</w:t>
      </w:r>
    </w:p>
    <w:p w:rsidR="00DE5B0B" w:rsidRDefault="00DE5B0B" w:rsidP="0047735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E3CE3">
        <w:rPr>
          <w:rFonts w:ascii="Times New Roman" w:hAnsi="Times New Roman"/>
          <w:sz w:val="28"/>
          <w:szCs w:val="28"/>
        </w:rPr>
        <w:t xml:space="preserve">        </w:t>
      </w:r>
    </w:p>
    <w:p w:rsidR="00DE5B0B" w:rsidRPr="004E3CE3" w:rsidRDefault="00DE5B0B" w:rsidP="0047735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4E3CE3">
        <w:rPr>
          <w:rFonts w:ascii="Times New Roman" w:hAnsi="Times New Roman"/>
          <w:sz w:val="28"/>
          <w:szCs w:val="28"/>
        </w:rPr>
        <w:t xml:space="preserve"> В соответствии  с Конституцией Российской Федерации от 12.12.1993; Жилищным кодексом Российской Федерации от 29.12.2004 № 188-ФЗ;</w:t>
      </w:r>
      <w:r>
        <w:rPr>
          <w:rFonts w:ascii="Times New Roman" w:hAnsi="Times New Roman"/>
          <w:sz w:val="28"/>
          <w:szCs w:val="28"/>
        </w:rPr>
        <w:t xml:space="preserve"> законом РФ от 04.07.1991 № 1541-1 «О приватизации жилищного фонда в Российской Федерации»,</w:t>
      </w:r>
      <w:r w:rsidRPr="004E3CE3">
        <w:rPr>
          <w:rFonts w:ascii="Times New Roman" w:hAnsi="Times New Roman"/>
          <w:sz w:val="28"/>
          <w:szCs w:val="28"/>
        </w:rPr>
        <w:t xml:space="preserve"> Федеральным законом от 06.10.2003года № 131-ФЗ « Об общих принципах организации местного самоуправления в Российской Федерации»; Уставом Листвянского сельсовета</w:t>
      </w:r>
    </w:p>
    <w:p w:rsidR="00DE5B0B" w:rsidRPr="004E3CE3" w:rsidRDefault="00DE5B0B" w:rsidP="0047735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E3CE3">
        <w:rPr>
          <w:rFonts w:ascii="Times New Roman" w:hAnsi="Times New Roman"/>
          <w:b/>
          <w:sz w:val="28"/>
          <w:szCs w:val="28"/>
        </w:rPr>
        <w:t>ПОСТАНОВЛЯЮ:</w:t>
      </w:r>
    </w:p>
    <w:p w:rsidR="00DE5B0B" w:rsidRPr="00497E09" w:rsidRDefault="00DE5B0B" w:rsidP="006E2BE3">
      <w:pPr>
        <w:tabs>
          <w:tab w:val="left" w:pos="720"/>
        </w:tabs>
        <w:spacing w:after="0"/>
        <w:rPr>
          <w:rFonts w:ascii="Times New Roman" w:hAnsi="Times New Roman"/>
          <w:sz w:val="28"/>
          <w:szCs w:val="28"/>
        </w:rPr>
      </w:pPr>
      <w:r w:rsidRPr="004E3CE3">
        <w:rPr>
          <w:rFonts w:ascii="Times New Roman" w:hAnsi="Times New Roman"/>
          <w:sz w:val="28"/>
          <w:szCs w:val="28"/>
        </w:rPr>
        <w:t xml:space="preserve"> </w:t>
      </w:r>
      <w:r w:rsidRPr="00497E09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ab/>
      </w:r>
      <w:r w:rsidRPr="00497E09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Внести изменения в   а</w:t>
      </w:r>
      <w:r w:rsidRPr="00497E09">
        <w:rPr>
          <w:rFonts w:ascii="Times New Roman" w:hAnsi="Times New Roman"/>
          <w:sz w:val="28"/>
          <w:szCs w:val="28"/>
        </w:rPr>
        <w:t xml:space="preserve">дминистративный регламент по предоставлению муниципальной услуги </w:t>
      </w:r>
      <w:r>
        <w:rPr>
          <w:rFonts w:ascii="Times New Roman" w:hAnsi="Times New Roman"/>
          <w:sz w:val="28"/>
          <w:szCs w:val="28"/>
        </w:rPr>
        <w:t>«по приватизации жилых помещений муниципального жилищного фонда</w:t>
      </w:r>
      <w:r w:rsidRPr="004E3CE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от 28.02.2014г. № 34</w:t>
      </w:r>
    </w:p>
    <w:p w:rsidR="00DE5B0B" w:rsidRPr="00AE66A8" w:rsidRDefault="00DE5B0B" w:rsidP="00AE66A8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1.1</w:t>
      </w:r>
      <w:r w:rsidRPr="00FA70CD">
        <w:rPr>
          <w:sz w:val="28"/>
          <w:szCs w:val="28"/>
        </w:rPr>
        <w:t xml:space="preserve">. В </w:t>
      </w:r>
      <w:r>
        <w:rPr>
          <w:sz w:val="28"/>
          <w:szCs w:val="28"/>
        </w:rPr>
        <w:t>главе 2 пункт  2.14.1. добавить строки</w:t>
      </w:r>
      <w:r w:rsidRPr="00FA70CD">
        <w:rPr>
          <w:sz w:val="28"/>
          <w:szCs w:val="28"/>
        </w:rPr>
        <w:t xml:space="preserve">: </w:t>
      </w:r>
      <w:r w:rsidRPr="00AE66A8">
        <w:rPr>
          <w:sz w:val="28"/>
          <w:szCs w:val="28"/>
        </w:rPr>
        <w:t>На территории, прилегающей к месту предоставления муниципальной услуги, предусматриваются места для бесплатной парковки автотранспортных средств, не менее 10 процентов мест (но не менее одного места) выделяются для парковки специальных транспортных средств инвалидов.</w:t>
      </w:r>
    </w:p>
    <w:p w:rsidR="00DE5B0B" w:rsidRPr="00AE66A8" w:rsidRDefault="00DE5B0B" w:rsidP="00AE66A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E66A8">
        <w:rPr>
          <w:rFonts w:ascii="Times New Roman" w:hAnsi="Times New Roman"/>
          <w:sz w:val="28"/>
          <w:szCs w:val="28"/>
        </w:rPr>
        <w:t>В администрации Листвянского сельсовета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DE5B0B" w:rsidRPr="00AE66A8" w:rsidRDefault="00DE5B0B" w:rsidP="00AE66A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E66A8">
        <w:rPr>
          <w:rFonts w:ascii="Times New Roman" w:hAnsi="Times New Roman"/>
          <w:sz w:val="28"/>
          <w:szCs w:val="28"/>
        </w:rPr>
        <w:t>-соблюдение санитарно-эпидемиологических правил и нормативов, правил противопожарной безопасности;</w:t>
      </w:r>
    </w:p>
    <w:p w:rsidR="00DE5B0B" w:rsidRPr="00AF6CDE" w:rsidRDefault="00DE5B0B" w:rsidP="00AE66A8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AE66A8">
        <w:rPr>
          <w:sz w:val="28"/>
          <w:szCs w:val="28"/>
        </w:rPr>
        <w:t>- требованиям к обеспечению доступности для маломобильных групп населения, в том числе инвалидов в соответствии с законодательством Российской Федерации о социальной защите инвалидов (включая беспрепятственный доступ инвалидов использующих кресла-коляски и собак проводников).</w:t>
      </w:r>
    </w:p>
    <w:p w:rsidR="00DE5B0B" w:rsidRDefault="00DE5B0B" w:rsidP="00AE66A8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E5B0B" w:rsidRDefault="00DE5B0B" w:rsidP="00AE66A8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E5B0B" w:rsidRPr="00AF2EBC" w:rsidRDefault="00DE5B0B" w:rsidP="00AE66A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1.2</w:t>
      </w:r>
      <w:r w:rsidRPr="00FA70CD">
        <w:rPr>
          <w:rFonts w:ascii="Times New Roman" w:hAnsi="Times New Roman"/>
          <w:sz w:val="28"/>
          <w:szCs w:val="28"/>
        </w:rPr>
        <w:t xml:space="preserve">. В </w:t>
      </w:r>
      <w:r>
        <w:rPr>
          <w:rFonts w:ascii="Times New Roman" w:hAnsi="Times New Roman"/>
          <w:sz w:val="28"/>
          <w:szCs w:val="28"/>
        </w:rPr>
        <w:t>главе 2 пункт  2.15.1. добавить строки</w:t>
      </w:r>
      <w:r w:rsidRPr="00FA70CD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2EBC">
        <w:rPr>
          <w:rFonts w:ascii="Times New Roman" w:hAnsi="Times New Roman"/>
          <w:sz w:val="28"/>
          <w:szCs w:val="28"/>
        </w:rPr>
        <w:t>Показатели качества муниципальной услуги:</w:t>
      </w:r>
    </w:p>
    <w:p w:rsidR="00DE5B0B" w:rsidRPr="00AE66A8" w:rsidRDefault="00DE5B0B" w:rsidP="00AE66A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2EBC">
        <w:rPr>
          <w:rFonts w:ascii="Times New Roman" w:hAnsi="Times New Roman"/>
          <w:sz w:val="28"/>
          <w:szCs w:val="28"/>
        </w:rPr>
        <w:t xml:space="preserve">выполнение должностными лицами, сотрудниками администрации Листвянского сельсовета предусмотренных законодательством Российской Федерации требований, правил и норм, а также соблюдение последовательности </w:t>
      </w:r>
      <w:r w:rsidRPr="00AE66A8">
        <w:rPr>
          <w:rFonts w:ascii="Times New Roman" w:hAnsi="Times New Roman"/>
          <w:sz w:val="28"/>
          <w:szCs w:val="28"/>
        </w:rPr>
        <w:t>административных процедур и сроков их исполнения при предоставлении муниципальной услуги;</w:t>
      </w:r>
    </w:p>
    <w:p w:rsidR="00DE5B0B" w:rsidRPr="00AE66A8" w:rsidRDefault="00DE5B0B" w:rsidP="00AE66A8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AE66A8">
        <w:rPr>
          <w:sz w:val="28"/>
          <w:szCs w:val="28"/>
        </w:rPr>
        <w:t>- беспрепятственный доступ к месту предоставления муниципальной услуги для маломобильных групп населения, в том числе инвалидов;</w:t>
      </w:r>
    </w:p>
    <w:p w:rsidR="00DE5B0B" w:rsidRPr="00BE6D5F" w:rsidRDefault="00DE5B0B" w:rsidP="00AE66A8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AE66A8">
        <w:rPr>
          <w:sz w:val="28"/>
          <w:szCs w:val="28"/>
        </w:rPr>
        <w:t>- оказание сотрудниками администрации помощи инвалидам в преодолении барьеров, мешающих получению ими муниципальной услуги наравне с другими лицами;</w:t>
      </w:r>
    </w:p>
    <w:p w:rsidR="00DE5B0B" w:rsidRPr="006035A4" w:rsidRDefault="00DE5B0B" w:rsidP="00AE66A8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6035A4">
        <w:rPr>
          <w:rFonts w:ascii="Times New Roman" w:hAnsi="Times New Roman"/>
          <w:sz w:val="28"/>
          <w:szCs w:val="28"/>
        </w:rPr>
        <w:t>2. Контроль за исполнением настоящего постановления оставляю за собой.</w:t>
      </w:r>
    </w:p>
    <w:p w:rsidR="00DE5B0B" w:rsidRDefault="00DE5B0B" w:rsidP="00AE66A8">
      <w:pPr>
        <w:ind w:firstLine="360"/>
        <w:jc w:val="both"/>
      </w:pPr>
      <w:r w:rsidRPr="006035A4">
        <w:rPr>
          <w:rFonts w:ascii="Times New Roman" w:hAnsi="Times New Roman"/>
          <w:sz w:val="28"/>
          <w:szCs w:val="28"/>
        </w:rPr>
        <w:t xml:space="preserve">  3. Опубликовать постановление в газете «Знаменка» и разместить на официальном сайте Листвянского сельсовета</w:t>
      </w:r>
      <w:r w:rsidRPr="00757811">
        <w:t>.</w:t>
      </w:r>
    </w:p>
    <w:p w:rsidR="00DE5B0B" w:rsidRPr="00497E09" w:rsidRDefault="00DE5B0B" w:rsidP="006E2BE3">
      <w:pPr>
        <w:tabs>
          <w:tab w:val="left" w:pos="720"/>
        </w:tabs>
        <w:spacing w:after="0"/>
        <w:rPr>
          <w:rFonts w:ascii="Times New Roman" w:hAnsi="Times New Roman"/>
          <w:sz w:val="28"/>
          <w:szCs w:val="28"/>
        </w:rPr>
      </w:pPr>
    </w:p>
    <w:p w:rsidR="00DE5B0B" w:rsidRPr="004E3CE3" w:rsidRDefault="00DE5B0B" w:rsidP="00AF2EB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E5B0B" w:rsidRPr="004E3CE3" w:rsidRDefault="00DE5B0B" w:rsidP="0047735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E3CE3">
        <w:rPr>
          <w:rFonts w:ascii="Times New Roman" w:hAnsi="Times New Roman"/>
          <w:sz w:val="28"/>
          <w:szCs w:val="28"/>
        </w:rPr>
        <w:t xml:space="preserve">Глава Листвянского сельсовета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Pr="004E3CE3">
        <w:rPr>
          <w:rFonts w:ascii="Times New Roman" w:hAnsi="Times New Roman"/>
          <w:sz w:val="28"/>
          <w:szCs w:val="28"/>
        </w:rPr>
        <w:t>Е.Д.Курепина</w:t>
      </w:r>
    </w:p>
    <w:p w:rsidR="00DE5B0B" w:rsidRPr="004E3CE3" w:rsidRDefault="00DE5B0B" w:rsidP="0047735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E5B0B" w:rsidRPr="004E3CE3" w:rsidRDefault="00DE5B0B" w:rsidP="00477359">
      <w:pPr>
        <w:spacing w:after="0"/>
        <w:rPr>
          <w:rFonts w:ascii="Times New Roman" w:hAnsi="Times New Roman"/>
          <w:sz w:val="28"/>
          <w:szCs w:val="28"/>
        </w:rPr>
      </w:pPr>
    </w:p>
    <w:p w:rsidR="00DE5B0B" w:rsidRPr="004E3CE3" w:rsidRDefault="00DE5B0B" w:rsidP="00477359">
      <w:pPr>
        <w:spacing w:after="0"/>
        <w:ind w:left="720"/>
        <w:jc w:val="right"/>
        <w:rPr>
          <w:rFonts w:ascii="Times New Roman" w:hAnsi="Times New Roman"/>
        </w:rPr>
      </w:pPr>
    </w:p>
    <w:p w:rsidR="00DE5B0B" w:rsidRPr="004E3CE3" w:rsidRDefault="00DE5B0B" w:rsidP="00477359">
      <w:pPr>
        <w:spacing w:after="0"/>
        <w:ind w:left="720"/>
        <w:jc w:val="right"/>
        <w:rPr>
          <w:rFonts w:ascii="Times New Roman" w:hAnsi="Times New Roman"/>
        </w:rPr>
      </w:pPr>
    </w:p>
    <w:p w:rsidR="00DE5B0B" w:rsidRPr="004E3CE3" w:rsidRDefault="00DE5B0B" w:rsidP="00477359">
      <w:pPr>
        <w:spacing w:after="0"/>
        <w:ind w:left="720"/>
        <w:jc w:val="right"/>
        <w:rPr>
          <w:rFonts w:ascii="Times New Roman" w:hAnsi="Times New Roman"/>
        </w:rPr>
      </w:pPr>
    </w:p>
    <w:p w:rsidR="00DE5B0B" w:rsidRPr="004E3CE3" w:rsidRDefault="00DE5B0B" w:rsidP="00477359">
      <w:pPr>
        <w:spacing w:after="0"/>
        <w:ind w:left="720"/>
        <w:jc w:val="right"/>
        <w:rPr>
          <w:rFonts w:ascii="Times New Roman" w:hAnsi="Times New Roman"/>
        </w:rPr>
      </w:pPr>
    </w:p>
    <w:p w:rsidR="00DE5B0B" w:rsidRDefault="00DE5B0B" w:rsidP="00477359">
      <w:pPr>
        <w:ind w:left="720"/>
        <w:jc w:val="right"/>
      </w:pPr>
    </w:p>
    <w:p w:rsidR="00DE5B0B" w:rsidRDefault="00DE5B0B" w:rsidP="00477359">
      <w:pPr>
        <w:ind w:left="720"/>
        <w:jc w:val="right"/>
      </w:pPr>
    </w:p>
    <w:p w:rsidR="00DE5B0B" w:rsidRPr="00314067" w:rsidRDefault="00DE5B0B" w:rsidP="00314067">
      <w:pPr>
        <w:spacing w:after="0"/>
        <w:ind w:left="5940"/>
        <w:jc w:val="center"/>
        <w:rPr>
          <w:rFonts w:ascii="Times New Roman" w:hAnsi="Times New Roman"/>
          <w:sz w:val="24"/>
          <w:szCs w:val="24"/>
        </w:rPr>
      </w:pPr>
      <w:r>
        <w:t xml:space="preserve">                                                              </w:t>
      </w:r>
    </w:p>
    <w:p w:rsidR="00DE5B0B" w:rsidRDefault="00DE5B0B" w:rsidP="00314067">
      <w:pPr>
        <w:spacing w:after="0"/>
        <w:ind w:left="5940"/>
        <w:jc w:val="center"/>
        <w:rPr>
          <w:rFonts w:ascii="Times New Roman" w:hAnsi="Times New Roman"/>
          <w:sz w:val="24"/>
          <w:szCs w:val="24"/>
        </w:rPr>
      </w:pPr>
    </w:p>
    <w:p w:rsidR="00DE5B0B" w:rsidRDefault="00DE5B0B" w:rsidP="00314067">
      <w:pPr>
        <w:spacing w:after="0"/>
        <w:ind w:left="5940"/>
        <w:jc w:val="center"/>
        <w:rPr>
          <w:rFonts w:ascii="Times New Roman" w:hAnsi="Times New Roman"/>
          <w:sz w:val="24"/>
          <w:szCs w:val="24"/>
        </w:rPr>
      </w:pPr>
    </w:p>
    <w:p w:rsidR="00DE5B0B" w:rsidRDefault="00DE5B0B" w:rsidP="00314067">
      <w:pPr>
        <w:spacing w:after="0"/>
        <w:ind w:left="5940"/>
        <w:jc w:val="center"/>
        <w:rPr>
          <w:rFonts w:ascii="Times New Roman" w:hAnsi="Times New Roman"/>
          <w:sz w:val="24"/>
          <w:szCs w:val="24"/>
        </w:rPr>
      </w:pPr>
    </w:p>
    <w:p w:rsidR="00DE5B0B" w:rsidRDefault="00DE5B0B" w:rsidP="00314067">
      <w:pPr>
        <w:spacing w:after="0"/>
        <w:ind w:left="5940"/>
        <w:jc w:val="center"/>
        <w:rPr>
          <w:rFonts w:ascii="Times New Roman" w:hAnsi="Times New Roman"/>
          <w:sz w:val="24"/>
          <w:szCs w:val="24"/>
        </w:rPr>
      </w:pPr>
    </w:p>
    <w:p w:rsidR="00DE5B0B" w:rsidRDefault="00DE5B0B" w:rsidP="00314067">
      <w:pPr>
        <w:spacing w:after="0"/>
        <w:ind w:left="5940"/>
        <w:jc w:val="center"/>
        <w:rPr>
          <w:rFonts w:ascii="Times New Roman" w:hAnsi="Times New Roman"/>
          <w:sz w:val="24"/>
          <w:szCs w:val="24"/>
        </w:rPr>
      </w:pPr>
    </w:p>
    <w:p w:rsidR="00DE5B0B" w:rsidRDefault="00DE5B0B" w:rsidP="00314067">
      <w:pPr>
        <w:spacing w:after="0"/>
        <w:ind w:left="5940"/>
        <w:jc w:val="center"/>
        <w:rPr>
          <w:rFonts w:ascii="Times New Roman" w:hAnsi="Times New Roman"/>
          <w:sz w:val="24"/>
          <w:szCs w:val="24"/>
        </w:rPr>
      </w:pPr>
    </w:p>
    <w:p w:rsidR="00DE5B0B" w:rsidRDefault="00DE5B0B" w:rsidP="00314067">
      <w:pPr>
        <w:spacing w:after="0"/>
        <w:ind w:left="5940"/>
        <w:jc w:val="center"/>
        <w:rPr>
          <w:rFonts w:ascii="Times New Roman" w:hAnsi="Times New Roman"/>
          <w:sz w:val="24"/>
          <w:szCs w:val="24"/>
        </w:rPr>
      </w:pPr>
    </w:p>
    <w:p w:rsidR="00DE5B0B" w:rsidRDefault="00DE5B0B" w:rsidP="00314067">
      <w:pPr>
        <w:spacing w:after="0"/>
        <w:ind w:left="5940"/>
        <w:jc w:val="center"/>
        <w:rPr>
          <w:rFonts w:ascii="Times New Roman" w:hAnsi="Times New Roman"/>
          <w:sz w:val="24"/>
          <w:szCs w:val="24"/>
        </w:rPr>
      </w:pPr>
    </w:p>
    <w:p w:rsidR="00DE5B0B" w:rsidRDefault="00DE5B0B" w:rsidP="00314067">
      <w:pPr>
        <w:spacing w:after="0"/>
        <w:ind w:left="5940"/>
        <w:jc w:val="center"/>
        <w:rPr>
          <w:rFonts w:ascii="Times New Roman" w:hAnsi="Times New Roman"/>
          <w:sz w:val="24"/>
          <w:szCs w:val="24"/>
        </w:rPr>
      </w:pPr>
    </w:p>
    <w:p w:rsidR="00DE5B0B" w:rsidRPr="00314067" w:rsidRDefault="00DE5B0B" w:rsidP="00314067">
      <w:pPr>
        <w:spacing w:after="0"/>
        <w:ind w:left="5940"/>
        <w:jc w:val="center"/>
        <w:rPr>
          <w:rFonts w:ascii="Times New Roman" w:hAnsi="Times New Roman"/>
          <w:sz w:val="24"/>
          <w:szCs w:val="24"/>
        </w:rPr>
      </w:pP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E5B0B" w:rsidRPr="00AF2EBC" w:rsidRDefault="00DE5B0B" w:rsidP="00314067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AF2EBC">
        <w:rPr>
          <w:rFonts w:ascii="Times New Roman" w:hAnsi="Times New Roman"/>
          <w:b/>
          <w:bCs/>
          <w:sz w:val="28"/>
          <w:szCs w:val="28"/>
        </w:rPr>
        <w:t>АДМИНИСТРАТИВНЫЙ</w:t>
      </w:r>
      <w:r w:rsidRPr="00AF2EBC">
        <w:rPr>
          <w:rFonts w:ascii="Times New Roman" w:hAnsi="Times New Roman"/>
          <w:sz w:val="28"/>
          <w:szCs w:val="28"/>
        </w:rPr>
        <w:t xml:space="preserve"> </w:t>
      </w:r>
      <w:r w:rsidRPr="00AF2EBC">
        <w:rPr>
          <w:rFonts w:ascii="Times New Roman" w:hAnsi="Times New Roman"/>
          <w:b/>
          <w:bCs/>
          <w:sz w:val="28"/>
          <w:szCs w:val="28"/>
        </w:rPr>
        <w:t>РЕГЛАМЕНТ</w:t>
      </w:r>
    </w:p>
    <w:p w:rsidR="00DE5B0B" w:rsidRPr="00AF2EBC" w:rsidRDefault="00DE5B0B" w:rsidP="00314067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AF2EBC">
        <w:rPr>
          <w:rFonts w:ascii="Times New Roman" w:hAnsi="Times New Roman"/>
          <w:b/>
          <w:bCs/>
          <w:sz w:val="28"/>
          <w:szCs w:val="28"/>
        </w:rPr>
        <w:t>предоставления муниципальной услуги по приватизации жилых помещений муниципального жилищного фонда</w:t>
      </w:r>
    </w:p>
    <w:p w:rsidR="00DE5B0B" w:rsidRPr="00AF2EBC" w:rsidRDefault="00DE5B0B" w:rsidP="00314067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E5B0B" w:rsidRPr="00AF2EBC" w:rsidRDefault="00DE5B0B" w:rsidP="00314067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F2EBC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DE5B0B" w:rsidRPr="00AF2EBC" w:rsidRDefault="00DE5B0B" w:rsidP="0031406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E5B0B" w:rsidRPr="00AF2EBC" w:rsidRDefault="00DE5B0B" w:rsidP="00314067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 xml:space="preserve">  Административный регламент предоставления муниципальной услуги по приватизации жилых помещений муниципального жилищного фонда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Листвянского сельсовета (далее – администрация), ее структурными подразделениями,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 услуги. </w:t>
      </w:r>
    </w:p>
    <w:p w:rsidR="00DE5B0B" w:rsidRPr="00AF2EBC" w:rsidRDefault="00DE5B0B" w:rsidP="00314067">
      <w:pPr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Предоставление муниципальной услуги осуществляет администрация Листвянского сельсовета.</w:t>
      </w:r>
    </w:p>
    <w:p w:rsidR="00DE5B0B" w:rsidRPr="00AF2EBC" w:rsidRDefault="00DE5B0B" w:rsidP="00314067">
      <w:pPr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 xml:space="preserve">При наличии </w:t>
      </w:r>
      <w:r w:rsidRPr="00AF2EBC">
        <w:rPr>
          <w:rFonts w:ascii="Times New Roman" w:hAnsi="Times New Roman"/>
          <w:color w:val="000000"/>
          <w:sz w:val="28"/>
          <w:szCs w:val="28"/>
        </w:rPr>
        <w:t>многофункционального центра предоставления государственных и муниципальных услуг (далее – МФЦ) осуществляет  оператор.</w:t>
      </w:r>
    </w:p>
    <w:p w:rsidR="00DE5B0B" w:rsidRPr="00AF2EBC" w:rsidRDefault="00DE5B0B" w:rsidP="00314067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Заявителями на предоставление муниципальной услуги выступают граждане Российской Федерации, которым в соответствии с требованиями законодательства Российской Федерации предоставлены жилые помещения на условиях социального найма по ордеру либо договору социального найма жилого помещения, и ранее не участвующие в приватизации иных жилых помещений (за исключением несовершеннолетних лиц, которые будучи собственниками занимаемого жилого помещения в порядке его приватизации, сохраняют право на однократную бесплатную приватизацию жилого помещения в домах муниципального жилищного фонда после достижения ими совершеннолетия) на территории Российской Федерации в период с 11.07.1991 года.</w:t>
      </w:r>
    </w:p>
    <w:p w:rsidR="00DE5B0B" w:rsidRPr="00AF2EBC" w:rsidRDefault="00DE5B0B" w:rsidP="00314067">
      <w:pPr>
        <w:spacing w:after="0"/>
        <w:ind w:left="900"/>
        <w:jc w:val="both"/>
        <w:rPr>
          <w:rFonts w:ascii="Times New Roman" w:hAnsi="Times New Roman"/>
          <w:sz w:val="28"/>
          <w:szCs w:val="28"/>
        </w:rPr>
      </w:pPr>
    </w:p>
    <w:p w:rsidR="00DE5B0B" w:rsidRPr="00AF2EBC" w:rsidRDefault="00DE5B0B" w:rsidP="00314067">
      <w:pPr>
        <w:numPr>
          <w:ilvl w:val="1"/>
          <w:numId w:val="1"/>
        </w:numPr>
        <w:tabs>
          <w:tab w:val="clear" w:pos="792"/>
          <w:tab w:val="num" w:pos="720"/>
        </w:tabs>
        <w:spacing w:after="0" w:line="240" w:lineRule="auto"/>
        <w:ind w:left="720" w:hanging="72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Порядок информирования о правилах предоставлении муниципальной услуги:</w:t>
      </w:r>
    </w:p>
    <w:p w:rsidR="00DE5B0B" w:rsidRPr="00AF2EBC" w:rsidRDefault="00DE5B0B" w:rsidP="00314067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Местонахождение администрации Листвянского сельсовета, предоставляющего муниципальную услугу:</w:t>
      </w:r>
    </w:p>
    <w:p w:rsidR="00DE5B0B" w:rsidRPr="00AF2EBC" w:rsidRDefault="00DE5B0B" w:rsidP="00314067">
      <w:pPr>
        <w:spacing w:after="0"/>
        <w:ind w:left="720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633224, Новосибирская область, Искитимский район, п. Листвянский, </w:t>
      </w:r>
      <w:r w:rsidRPr="00AF2EBC">
        <w:rPr>
          <w:rFonts w:ascii="Times New Roman" w:hAnsi="Times New Roman"/>
          <w:sz w:val="28"/>
          <w:szCs w:val="28"/>
        </w:rPr>
        <w:br/>
        <w:t>ул. Шахматова, 13</w:t>
      </w:r>
    </w:p>
    <w:p w:rsidR="00DE5B0B" w:rsidRPr="00AF2EBC" w:rsidRDefault="00DE5B0B" w:rsidP="00314067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E5B0B" w:rsidRPr="00AF2EBC" w:rsidRDefault="00DE5B0B" w:rsidP="00314067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Часы приёма заявителей в администрации Листвянского сельсовета</w:t>
      </w:r>
    </w:p>
    <w:p w:rsidR="00DE5B0B" w:rsidRPr="00AF2EBC" w:rsidRDefault="00DE5B0B" w:rsidP="00314067">
      <w:pPr>
        <w:spacing w:after="0"/>
        <w:ind w:left="720" w:firstLine="720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 понедельник – пятница: с 9-00 до 13-00  с 14-00 до 16-00;</w:t>
      </w:r>
    </w:p>
    <w:p w:rsidR="00DE5B0B" w:rsidRPr="00AF2EBC" w:rsidRDefault="00DE5B0B" w:rsidP="00314067">
      <w:pPr>
        <w:spacing w:after="0"/>
        <w:ind w:left="144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 перерыв на обед: 13.00 – 14.00 часов;</w:t>
      </w:r>
    </w:p>
    <w:p w:rsidR="00DE5B0B" w:rsidRPr="00AF2EBC" w:rsidRDefault="00DE5B0B" w:rsidP="00314067">
      <w:pPr>
        <w:spacing w:after="0"/>
        <w:ind w:left="144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 выходные дни – суббота, воскресенье.</w:t>
      </w:r>
    </w:p>
    <w:p w:rsidR="00DE5B0B" w:rsidRPr="00AF2EBC" w:rsidRDefault="00DE5B0B" w:rsidP="00314067">
      <w:pPr>
        <w:spacing w:after="0"/>
        <w:ind w:firstLine="720"/>
        <w:rPr>
          <w:rFonts w:ascii="Times New Roman" w:hAnsi="Times New Roman"/>
          <w:sz w:val="28"/>
          <w:szCs w:val="28"/>
        </w:rPr>
      </w:pPr>
    </w:p>
    <w:p w:rsidR="00DE5B0B" w:rsidRPr="00AF2EBC" w:rsidRDefault="00DE5B0B" w:rsidP="00314067">
      <w:pPr>
        <w:numPr>
          <w:ilvl w:val="2"/>
          <w:numId w:val="2"/>
        </w:numPr>
        <w:shd w:val="clear" w:color="auto" w:fill="00FF00"/>
        <w:spacing w:after="0" w:line="240" w:lineRule="auto"/>
        <w:jc w:val="both"/>
        <w:rPr>
          <w:rFonts w:ascii="Times New Roman" w:hAnsi="Times New Roman"/>
          <w:color w:val="0000FF"/>
          <w:sz w:val="28"/>
          <w:szCs w:val="28"/>
          <w:u w:val="single"/>
        </w:rPr>
      </w:pPr>
      <w:r w:rsidRPr="00AF2EBC">
        <w:rPr>
          <w:rFonts w:ascii="Times New Roman" w:hAnsi="Times New Roman"/>
          <w:sz w:val="28"/>
          <w:szCs w:val="28"/>
        </w:rPr>
        <w:t xml:space="preserve">Адрес официального интернет- сайта администрации Листвянского сельсовета: </w:t>
      </w:r>
      <w:r w:rsidRPr="00AF2EBC">
        <w:rPr>
          <w:rFonts w:ascii="Times New Roman" w:hAnsi="Times New Roman"/>
          <w:sz w:val="28"/>
          <w:szCs w:val="28"/>
        </w:rPr>
        <w:fldChar w:fldCharType="begin"/>
      </w:r>
      <w:r w:rsidRPr="00AF2EBC">
        <w:rPr>
          <w:rFonts w:ascii="Times New Roman" w:hAnsi="Times New Roman"/>
          <w:sz w:val="28"/>
          <w:szCs w:val="28"/>
        </w:rPr>
        <w:instrText xml:space="preserve"> HYPERLINK "http://</w:instrText>
      </w:r>
      <w:r w:rsidRPr="00AF2EBC">
        <w:rPr>
          <w:rFonts w:ascii="Times New Roman" w:hAnsi="Times New Roman"/>
          <w:sz w:val="28"/>
          <w:szCs w:val="28"/>
          <w:lang w:val="en-US"/>
        </w:rPr>
        <w:instrText>www</w:instrText>
      </w:r>
      <w:r w:rsidRPr="00AF2EBC">
        <w:rPr>
          <w:rFonts w:ascii="Times New Roman" w:hAnsi="Times New Roman"/>
          <w:sz w:val="28"/>
          <w:szCs w:val="28"/>
        </w:rPr>
        <w:instrText>.</w:instrText>
      </w:r>
      <w:r w:rsidRPr="00AF2EBC">
        <w:rPr>
          <w:rFonts w:ascii="Times New Roman" w:hAnsi="Times New Roman"/>
          <w:sz w:val="28"/>
          <w:szCs w:val="28"/>
          <w:lang w:val="en-US"/>
        </w:rPr>
        <w:instrText>blagodatnoe</w:instrText>
      </w:r>
      <w:r w:rsidRPr="00AF2EBC">
        <w:rPr>
          <w:rFonts w:ascii="Times New Roman" w:hAnsi="Times New Roman"/>
          <w:sz w:val="28"/>
          <w:szCs w:val="28"/>
        </w:rPr>
        <w:instrText>-</w:instrText>
      </w:r>
      <w:r w:rsidRPr="00AF2EBC">
        <w:rPr>
          <w:rFonts w:ascii="Times New Roman" w:hAnsi="Times New Roman"/>
          <w:sz w:val="28"/>
          <w:szCs w:val="28"/>
          <w:lang w:val="en-US"/>
        </w:rPr>
        <w:instrText>adm</w:instrText>
      </w:r>
      <w:r w:rsidRPr="00AF2EBC">
        <w:rPr>
          <w:rFonts w:ascii="Times New Roman" w:hAnsi="Times New Roman"/>
          <w:sz w:val="28"/>
          <w:szCs w:val="28"/>
        </w:rPr>
        <w:instrText xml:space="preserve">.ru" </w:instrText>
      </w:r>
      <w:r w:rsidRPr="000855D2">
        <w:rPr>
          <w:rFonts w:ascii="Times New Roman" w:hAnsi="Times New Roman"/>
          <w:sz w:val="28"/>
          <w:szCs w:val="28"/>
        </w:rPr>
      </w:r>
      <w:r w:rsidRPr="00AF2EBC">
        <w:rPr>
          <w:rFonts w:ascii="Times New Roman" w:hAnsi="Times New Roman"/>
          <w:sz w:val="28"/>
          <w:szCs w:val="28"/>
        </w:rPr>
        <w:fldChar w:fldCharType="separate"/>
      </w:r>
      <w:r w:rsidRPr="00AF2EBC">
        <w:rPr>
          <w:rFonts w:ascii="Times New Roman" w:hAnsi="Times New Roman"/>
          <w:color w:val="0000FF"/>
          <w:sz w:val="28"/>
          <w:szCs w:val="28"/>
          <w:u w:val="single"/>
        </w:rPr>
        <w:t xml:space="preserve"> </w:t>
      </w:r>
      <w:r w:rsidRPr="00AF2EBC">
        <w:rPr>
          <w:rFonts w:ascii="Times New Roman" w:hAnsi="Times New Roman"/>
          <w:color w:val="0000FF"/>
          <w:sz w:val="28"/>
          <w:szCs w:val="28"/>
          <w:u w:val="single"/>
          <w:lang w:val="en-US"/>
        </w:rPr>
        <w:t>listvjanka</w:t>
      </w:r>
      <w:r w:rsidRPr="00AF2EBC">
        <w:rPr>
          <w:rFonts w:ascii="Times New Roman" w:hAnsi="Times New Roman"/>
          <w:color w:val="0000FF"/>
          <w:sz w:val="28"/>
          <w:szCs w:val="28"/>
          <w:u w:val="single"/>
        </w:rPr>
        <w:t>.</w:t>
      </w:r>
      <w:r w:rsidRPr="00AF2EBC">
        <w:rPr>
          <w:rFonts w:ascii="Times New Roman" w:hAnsi="Times New Roman"/>
          <w:color w:val="0000FF"/>
          <w:sz w:val="28"/>
          <w:szCs w:val="28"/>
          <w:u w:val="single"/>
          <w:lang w:val="en-US"/>
        </w:rPr>
        <w:t>iskitim</w:t>
      </w:r>
      <w:r w:rsidRPr="00AF2EBC">
        <w:rPr>
          <w:rFonts w:ascii="Times New Roman" w:hAnsi="Times New Roman"/>
          <w:color w:val="0000FF"/>
          <w:sz w:val="28"/>
          <w:szCs w:val="28"/>
          <w:u w:val="single"/>
        </w:rPr>
        <w:t>-</w:t>
      </w:r>
      <w:r w:rsidRPr="00AF2EBC">
        <w:rPr>
          <w:rFonts w:ascii="Times New Roman" w:hAnsi="Times New Roman"/>
          <w:color w:val="0000FF"/>
          <w:sz w:val="28"/>
          <w:szCs w:val="28"/>
          <w:u w:val="single"/>
          <w:lang w:val="en-US"/>
        </w:rPr>
        <w:t>r</w:t>
      </w:r>
      <w:r w:rsidRPr="00AF2EBC">
        <w:rPr>
          <w:rFonts w:ascii="Times New Roman" w:hAnsi="Times New Roman"/>
          <w:color w:val="0000FF"/>
          <w:sz w:val="28"/>
          <w:szCs w:val="28"/>
          <w:u w:val="single"/>
        </w:rPr>
        <w:t>.</w:t>
      </w:r>
      <w:r w:rsidRPr="00AF2EBC">
        <w:rPr>
          <w:rFonts w:ascii="Times New Roman" w:hAnsi="Times New Roman"/>
          <w:color w:val="0000FF"/>
          <w:sz w:val="28"/>
          <w:szCs w:val="28"/>
          <w:u w:val="single"/>
          <w:lang w:val="en-US"/>
        </w:rPr>
        <w:t>ru</w:t>
      </w:r>
    </w:p>
    <w:p w:rsidR="00DE5B0B" w:rsidRPr="00AF2EBC" w:rsidRDefault="00DE5B0B" w:rsidP="00314067">
      <w:pPr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fldChar w:fldCharType="end"/>
      </w:r>
      <w:r w:rsidRPr="00AF2EBC">
        <w:rPr>
          <w:rFonts w:ascii="Times New Roman" w:hAnsi="Times New Roman"/>
          <w:sz w:val="28"/>
          <w:szCs w:val="28"/>
        </w:rPr>
        <w:t>Информация, размещаемая на официальном интернет-сайте и информационном стенде администрации Листвянского сельсовета, обновляется по мере ее изменения.</w:t>
      </w:r>
    </w:p>
    <w:p w:rsidR="00DE5B0B" w:rsidRPr="00AF2EBC" w:rsidRDefault="00DE5B0B" w:rsidP="00314067">
      <w:pPr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 xml:space="preserve">Адрес электронной почты: </w:t>
      </w:r>
      <w:hyperlink r:id="rId7" w:history="1">
        <w:r w:rsidRPr="00AF2EBC">
          <w:rPr>
            <w:rStyle w:val="Hyperlink"/>
            <w:rFonts w:ascii="Times New Roman" w:hAnsi="Times New Roman"/>
            <w:sz w:val="28"/>
            <w:szCs w:val="28"/>
            <w:lang w:val="en-US"/>
          </w:rPr>
          <w:t>admlist</w:t>
        </w:r>
        <w:r w:rsidRPr="00AF2EBC">
          <w:rPr>
            <w:rStyle w:val="Hyperlink"/>
            <w:rFonts w:ascii="Times New Roman" w:hAnsi="Times New Roman"/>
            <w:sz w:val="28"/>
            <w:szCs w:val="28"/>
          </w:rPr>
          <w:t>@</w:t>
        </w:r>
        <w:r w:rsidRPr="00AF2EBC">
          <w:rPr>
            <w:rStyle w:val="Hyperlink"/>
            <w:rFonts w:ascii="Times New Roman" w:hAnsi="Times New Roman"/>
            <w:sz w:val="28"/>
            <w:szCs w:val="28"/>
            <w:lang w:val="en-US"/>
          </w:rPr>
          <w:t>yande</w:t>
        </w:r>
      </w:hyperlink>
      <w:r w:rsidRPr="00AF2EBC">
        <w:rPr>
          <w:rFonts w:ascii="Times New Roman" w:hAnsi="Times New Roman"/>
          <w:color w:val="0000FF"/>
          <w:sz w:val="28"/>
          <w:szCs w:val="28"/>
          <w:u w:val="single"/>
          <w:lang w:val="en-US"/>
        </w:rPr>
        <w:t>x</w:t>
      </w:r>
      <w:r w:rsidRPr="00AF2EBC">
        <w:rPr>
          <w:rFonts w:ascii="Times New Roman" w:hAnsi="Times New Roman"/>
          <w:color w:val="0000FF"/>
          <w:sz w:val="28"/>
          <w:szCs w:val="28"/>
          <w:u w:val="single"/>
        </w:rPr>
        <w:t>.</w:t>
      </w:r>
      <w:r w:rsidRPr="00AF2EBC">
        <w:rPr>
          <w:rFonts w:ascii="Times New Roman" w:hAnsi="Times New Roman"/>
          <w:color w:val="0000FF"/>
          <w:sz w:val="28"/>
          <w:szCs w:val="28"/>
          <w:u w:val="single"/>
          <w:lang w:val="en-US"/>
        </w:rPr>
        <w:t>ru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Адреса официальных интернет-сайтов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 xml:space="preserve">- Администрация Искитимского района Новосибирской области: 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 xml:space="preserve">- Управление Федеральной службы государственной регистрации, кадастра и картографии по Новосибирской области: </w:t>
      </w:r>
      <w:hyperlink r:id="rId8" w:history="1">
        <w:r w:rsidRPr="00AF2EBC">
          <w:rPr>
            <w:rStyle w:val="Hyperlink"/>
            <w:rFonts w:ascii="Times New Roman" w:hAnsi="Times New Roman"/>
            <w:sz w:val="28"/>
            <w:szCs w:val="28"/>
          </w:rPr>
          <w:t>http://www.to54.rosreestr.ru</w:t>
        </w:r>
      </w:hyperlink>
      <w:r w:rsidRPr="00AF2EBC">
        <w:rPr>
          <w:rFonts w:ascii="Times New Roman" w:hAnsi="Times New Roman"/>
          <w:sz w:val="28"/>
          <w:szCs w:val="28"/>
        </w:rPr>
        <w:t>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Информация, размещаемая на официальных интернет-сайтах и информационных стендах органов и учреждений, участвующих в оказании муниципальной услуги в качестве источников или посредников при получении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заявителями, обновляется по мере ее изменения.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Адреса электронной почты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-Администрация Искитимского района Новосибирской области;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 xml:space="preserve">- Управление Федеральной службы государственной регистрации, кадастра и картографии по Новосибирской области: </w:t>
      </w:r>
      <w:hyperlink r:id="rId9" w:history="1">
        <w:r w:rsidRPr="00AF2EBC">
          <w:rPr>
            <w:rStyle w:val="Hyperlink"/>
            <w:rFonts w:ascii="Times New Roman" w:hAnsi="Times New Roman"/>
            <w:sz w:val="28"/>
            <w:szCs w:val="28"/>
          </w:rPr>
          <w:t>54_upr@rosreestr.ru</w:t>
        </w:r>
      </w:hyperlink>
      <w:r w:rsidRPr="00AF2EBC">
        <w:rPr>
          <w:rFonts w:ascii="Times New Roman" w:hAnsi="Times New Roman"/>
          <w:sz w:val="28"/>
          <w:szCs w:val="28"/>
        </w:rPr>
        <w:t>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 xml:space="preserve">- Администрация Искитимского района Новосибирской области: 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 Управление Федеральной службы государственной регистрации, кадастра и картографии по Новосибирской области: (383) 227-10-87; 325-05-24.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Телефоны официальных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 xml:space="preserve">- Администрация Искитимского района Новосибирской области: 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 xml:space="preserve">- Управление Федеральной службы государственной регистрации, кадастра и картографии по Новосибирской области: </w:t>
      </w:r>
      <w:smartTag w:uri="urn:schemas-microsoft-com:office:smarttags" w:element="metricconverter">
        <w:smartTagPr>
          <w:attr w:name="ProductID" w:val="630091, г"/>
        </w:smartTagPr>
        <w:r w:rsidRPr="00AF2EBC">
          <w:rPr>
            <w:rFonts w:ascii="Times New Roman" w:hAnsi="Times New Roman"/>
            <w:sz w:val="28"/>
            <w:szCs w:val="28"/>
          </w:rPr>
          <w:t>630091, г</w:t>
        </w:r>
      </w:smartTag>
      <w:r w:rsidRPr="00AF2EBC">
        <w:rPr>
          <w:rFonts w:ascii="Times New Roman" w:hAnsi="Times New Roman"/>
          <w:sz w:val="28"/>
          <w:szCs w:val="28"/>
        </w:rPr>
        <w:t xml:space="preserve">. Новосибирск, ул. Державина, д.28; </w:t>
      </w:r>
      <w:smartTag w:uri="urn:schemas-microsoft-com:office:smarttags" w:element="metricconverter">
        <w:smartTagPr>
          <w:attr w:name="ProductID" w:val="630082, г"/>
        </w:smartTagPr>
        <w:r w:rsidRPr="00AF2EBC">
          <w:rPr>
            <w:rFonts w:ascii="Times New Roman" w:hAnsi="Times New Roman"/>
            <w:sz w:val="28"/>
            <w:szCs w:val="28"/>
          </w:rPr>
          <w:t>630082, г</w:t>
        </w:r>
      </w:smartTag>
      <w:r w:rsidRPr="00AF2EBC">
        <w:rPr>
          <w:rFonts w:ascii="Times New Roman" w:hAnsi="Times New Roman"/>
          <w:sz w:val="28"/>
          <w:szCs w:val="28"/>
        </w:rPr>
        <w:t>. Новосибирск, ул. Дачная, 60.</w:t>
      </w:r>
    </w:p>
    <w:p w:rsidR="00DE5B0B" w:rsidRPr="00AF2EBC" w:rsidRDefault="00DE5B0B" w:rsidP="00314067">
      <w:pPr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Информация по вопросам предоставления муниципальной услуги предоставляется: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-в структурных подразделениях администрации Листвянского сельсовета участвующих в предоставлении муниципальной услуги;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-посредством размещения на информационном стенде и официальном сайте администрации Листвянского сельсовета в сети Интернет, электронного информирования;</w:t>
      </w:r>
      <w:r w:rsidRPr="00AF2EBC">
        <w:rPr>
          <w:rFonts w:ascii="Times New Roman" w:hAnsi="Times New Roman"/>
          <w:i/>
          <w:sz w:val="28"/>
          <w:szCs w:val="28"/>
        </w:rPr>
        <w:t xml:space="preserve"> </w:t>
      </w:r>
      <w:r w:rsidRPr="00AF2EBC">
        <w:rPr>
          <w:rFonts w:ascii="Times New Roman" w:hAnsi="Times New Roman"/>
          <w:sz w:val="28"/>
          <w:szCs w:val="28"/>
        </w:rPr>
        <w:t>с использованием Единого портала государственных и муниципальных услуг; через МФЦ.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 xml:space="preserve">-с использованием средств телефонной, почтовой связи. 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-в устной форме лично или по телефону: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-к специалистам структурных подразделений администрации Листвянского сельсовета, участвующим в предоставлении муниципальной услуги;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-в письменной форме почтой;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-посредством электронной почты;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Информирование проводится в двух формах: устное и письменное.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Устное информирование обратившегося лица осуществляется специалистом не более 10 минут.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Ответ на обращение готовится в течение 30 календарных дней со дня регистрации письменного обращения.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Письменный ответ на обращение подписывается Главой Листвянского 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1.3.5.Информационные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Также вся информация о муниципальной услуге и услугах, необходимых для получения муниципальной услуги доступна на Интернет-сайте администрации Листвянского сельсовета,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(www.</w:t>
      </w:r>
      <w:r w:rsidRPr="00AF2EBC">
        <w:rPr>
          <w:rFonts w:ascii="Times New Roman" w:hAnsi="Times New Roman"/>
          <w:sz w:val="28"/>
          <w:szCs w:val="28"/>
          <w:lang w:val="en-US"/>
        </w:rPr>
        <w:t>gosuslugi</w:t>
      </w:r>
      <w:r w:rsidRPr="00AF2EBC">
        <w:rPr>
          <w:rFonts w:ascii="Times New Roman" w:hAnsi="Times New Roman"/>
          <w:sz w:val="28"/>
          <w:szCs w:val="28"/>
        </w:rPr>
        <w:t>.</w:t>
      </w:r>
      <w:r w:rsidRPr="00AF2EBC">
        <w:rPr>
          <w:rFonts w:ascii="Times New Roman" w:hAnsi="Times New Roman"/>
          <w:sz w:val="28"/>
          <w:szCs w:val="28"/>
          <w:lang w:val="en-US"/>
        </w:rPr>
        <w:t>ru</w:t>
      </w:r>
      <w:r w:rsidRPr="00AF2EBC">
        <w:rPr>
          <w:rFonts w:ascii="Times New Roman" w:hAnsi="Times New Roman"/>
          <w:sz w:val="28"/>
          <w:szCs w:val="28"/>
        </w:rPr>
        <w:t>) и обновляется по мере ее изменения.</w:t>
      </w:r>
    </w:p>
    <w:p w:rsidR="00DE5B0B" w:rsidRPr="00AF2EBC" w:rsidRDefault="00DE5B0B" w:rsidP="00314067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F2EBC">
        <w:rPr>
          <w:rFonts w:ascii="Times New Roman" w:hAnsi="Times New Roman"/>
          <w:b/>
          <w:sz w:val="28"/>
          <w:szCs w:val="28"/>
        </w:rPr>
        <w:t>Стандарт предоставления муниципальной услуги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2.1.Наименование муниципальной услуги приватизация жилых помещений муниципального жилищного фонда.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2.2.Предоставление муниципальной услуги осуществляет администрация Листвянского сельсовета.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F2EBC">
        <w:rPr>
          <w:rFonts w:ascii="Times New Roman" w:hAnsi="Times New Roman"/>
          <w:color w:val="000000"/>
          <w:sz w:val="28"/>
          <w:szCs w:val="28"/>
        </w:rPr>
        <w:t xml:space="preserve">Операторы МФЦ осуществляют прием, регистрацию, обработку заявлений и документов, необходимых для предоставления муниципальной услуги, и передачу </w:t>
      </w:r>
      <w:r w:rsidRPr="00AF2EB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данных документов в информационные системы, используемые для предоставления услуги, а также получение от органа результата предоставления услуги для дальнейшей выдачи заявителю:</w:t>
      </w:r>
    </w:p>
    <w:p w:rsidR="00DE5B0B" w:rsidRPr="00AF2EBC" w:rsidRDefault="00DE5B0B" w:rsidP="007818DA">
      <w:pPr>
        <w:adjustRightInd w:val="0"/>
        <w:spacing w:after="0"/>
        <w:jc w:val="both"/>
        <w:outlineLvl w:val="2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Предоставление муниципальной услуги возможно на базе МФЦ. В этом случае заявитель представляет заявление и необходимые для предоставления муниципальной услуги документы и получает результат предоставления муниципальной услуги в офисе филиала МФЦ в соответствии с регламентом работы МФЦ. Оператор МФЦ, получив представленный заявителем пакет документов, регистрирует документы в установленном порядке и размещает в форме электронных копий в автоматизированной информационной системе «ЦПГУ». Д</w:t>
      </w:r>
      <w:r w:rsidRPr="00AF2EB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анные документы направляются для рассмотрения сотрудникам Администрации, ответственным за регистрацию поступивших документов в ИС МАИС. </w:t>
      </w:r>
      <w:r w:rsidRPr="00AF2EBC">
        <w:rPr>
          <w:rFonts w:ascii="Times New Roman" w:hAnsi="Times New Roman"/>
          <w:sz w:val="28"/>
          <w:szCs w:val="28"/>
        </w:rPr>
        <w:t>Зарегистрированный пакет оригиналов документов передается в Администрацию курьером МФЦ в порядке, определённом соглашением между МФЦ и Администрацией. После принятия Администрацией решения о предоставлении муниципальной услуги  результат предоставления муниципальной услуги направляется в МФЦ для выдачи заявителю.</w:t>
      </w:r>
    </w:p>
    <w:p w:rsidR="00DE5B0B" w:rsidRPr="00AF2EBC" w:rsidRDefault="00DE5B0B" w:rsidP="007818DA">
      <w:pPr>
        <w:adjustRightInd w:val="0"/>
        <w:spacing w:after="0"/>
        <w:jc w:val="both"/>
        <w:outlineLvl w:val="2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Заявление на предоставление муниципальной услуги в форме электронного документа и документы, необходимые для предоставления муниципальной услуги (скан-копии), могут быть направлены в Администрацию через Единый портал в случае, если заявитель имеет доступ к «Личному кабинету» на Едином портале. Направление заявления и необходимых документов осуществляется заявителем в соответствии с инструкциями, размещенными на Едином портале.</w:t>
      </w:r>
    </w:p>
    <w:p w:rsidR="00DE5B0B" w:rsidRPr="00AF2EBC" w:rsidRDefault="00DE5B0B" w:rsidP="007818D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 xml:space="preserve">Предоставление муниципальной услуги с использованием универсальной электронной карты возможно в случае наличия данной карты у заявителя и в случае предоставления муниципальной услуги через Единый портал. Универсальная электронная карта используется для удостоверения прав пользователя на получение муниципальной услуги, в том числе для совершения в случаях, предусмотренных законодательством Российской Федерации, юридически значимых действий в электронной форме 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 xml:space="preserve">- Администрация Искитимского района Новосибирской области: 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 Управление Федеральной службы государственной регистрации, кадастра и картографии по Новосибирской области: 630091, г. Новосибирск, ул. Державина, д.28; 630082, г. Новосибирск, ул. Дачная, 60.</w:t>
      </w:r>
    </w:p>
    <w:p w:rsidR="00DE5B0B" w:rsidRPr="00AF2EBC" w:rsidRDefault="00DE5B0B" w:rsidP="006D5D5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 xml:space="preserve">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>
          <w:rPr>
            <w:b/>
            <w:bCs/>
          </w:rPr>
          <w:t>Ошибка! Недопустимый объект гиперссылки.</w:t>
        </w:r>
      </w:hyperlink>
      <w:r w:rsidRPr="00AF2EBC">
        <w:rPr>
          <w:rFonts w:ascii="Times New Roman" w:hAnsi="Times New Roman"/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услуг. Результатом предоставления муниципальной услуги является: </w:t>
      </w:r>
      <w:r w:rsidRPr="00AF2EBC">
        <w:rPr>
          <w:rFonts w:ascii="Times New Roman" w:hAnsi="Times New Roman"/>
          <w:color w:val="000000"/>
          <w:sz w:val="28"/>
          <w:szCs w:val="28"/>
        </w:rPr>
        <w:t xml:space="preserve">заключение договора передачи жилого помещения в собственность; </w:t>
      </w:r>
      <w:r w:rsidRPr="00AF2EBC">
        <w:rPr>
          <w:rFonts w:ascii="Times New Roman" w:hAnsi="Times New Roman"/>
          <w:sz w:val="28"/>
          <w:szCs w:val="28"/>
        </w:rPr>
        <w:t>отказ в предоставлении муниципальной услуги.</w:t>
      </w:r>
    </w:p>
    <w:p w:rsidR="00DE5B0B" w:rsidRPr="00AF2EBC" w:rsidRDefault="00DE5B0B" w:rsidP="00314067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Срок предоставления муниципальной услуги: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2.4.1.Общий срок принятия решения о предоставлении муниципальной услуги составляет 60 рабочих дней со дня обращения за муниципальной услугой.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В случае необходимости проведения проверки сведений, содержащихся в представленных документах, решение о предоставлении услуги принимается не позднее 70 дней со дня обращения за муниципальной услугой.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2.4.2.Сроки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DE5B0B" w:rsidRPr="00AF2EBC" w:rsidRDefault="00DE5B0B" w:rsidP="00314067">
      <w:pPr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Срок приостановления предоставления муниципальной услуги не более 14 дней.</w:t>
      </w:r>
    </w:p>
    <w:p w:rsidR="00DE5B0B" w:rsidRPr="00AF2EBC" w:rsidRDefault="00DE5B0B" w:rsidP="00314067">
      <w:pPr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Срок выдачи (направления) заявителю документов, являющихся результатом предоставления муниципальной услуги, составляет не более 3 рабочих дней с момента их подготовки.</w:t>
      </w:r>
    </w:p>
    <w:p w:rsidR="00DE5B0B" w:rsidRPr="00AF2EBC" w:rsidRDefault="00DE5B0B" w:rsidP="00314067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Правовые основания для предоставления муниципальной услуги</w:t>
      </w:r>
    </w:p>
    <w:p w:rsidR="00DE5B0B" w:rsidRPr="00AF2EBC" w:rsidRDefault="00DE5B0B" w:rsidP="00314067">
      <w:pPr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 xml:space="preserve">Предоставление муниципальной услуги осуществляется в соответствии с: </w:t>
      </w:r>
    </w:p>
    <w:p w:rsidR="00DE5B0B" w:rsidRPr="00AF2EBC" w:rsidRDefault="00DE5B0B" w:rsidP="00314067">
      <w:pPr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Конституцией Российской Федерации («Российская газета» 1993г. № 237);</w:t>
      </w:r>
    </w:p>
    <w:p w:rsidR="00DE5B0B" w:rsidRPr="00AF2EBC" w:rsidRDefault="00DE5B0B" w:rsidP="00314067">
      <w:pPr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Гражданским кодексом Российской Федерации от 30 ноября 1994 года      № 51-ФЗ ("Собрание законодательства РФ", 05.12.1994, N 32, ст. 3301, "Российская газета", N 238-239, 08.12.1994);</w:t>
      </w:r>
    </w:p>
    <w:p w:rsidR="00DE5B0B" w:rsidRPr="00AF2EBC" w:rsidRDefault="00DE5B0B" w:rsidP="00314067">
      <w:pPr>
        <w:spacing w:after="0"/>
        <w:ind w:left="720"/>
        <w:jc w:val="both"/>
        <w:rPr>
          <w:rFonts w:ascii="Times New Roman" w:hAnsi="Times New Roman"/>
          <w:sz w:val="28"/>
          <w:szCs w:val="28"/>
          <w:shd w:val="clear" w:color="auto" w:fill="F9F9F9"/>
        </w:rPr>
      </w:pPr>
      <w:r w:rsidRPr="00AF2EBC">
        <w:rPr>
          <w:rFonts w:ascii="Times New Roman" w:hAnsi="Times New Roman"/>
          <w:sz w:val="28"/>
          <w:szCs w:val="28"/>
        </w:rPr>
        <w:t>Жилищным кодексом Российской Федерации от 29.12.2004 N 188-ФЗ</w:t>
      </w:r>
      <w:r w:rsidRPr="00AF2EBC">
        <w:rPr>
          <w:rStyle w:val="apple-style-span"/>
          <w:rFonts w:ascii="Times New Roman" w:hAnsi="Times New Roman"/>
          <w:sz w:val="28"/>
          <w:szCs w:val="28"/>
          <w:shd w:val="clear" w:color="auto" w:fill="F9F9F9"/>
        </w:rPr>
        <w:t xml:space="preserve"> </w:t>
      </w:r>
      <w:r w:rsidRPr="00AF2EBC">
        <w:rPr>
          <w:rFonts w:ascii="Times New Roman" w:hAnsi="Times New Roman"/>
          <w:sz w:val="28"/>
          <w:szCs w:val="28"/>
        </w:rPr>
        <w:t>(</w:t>
      </w:r>
      <w:r w:rsidRPr="00AF2EBC">
        <w:rPr>
          <w:rStyle w:val="apple-style-span"/>
          <w:rFonts w:ascii="Times New Roman" w:hAnsi="Times New Roman"/>
          <w:sz w:val="28"/>
          <w:szCs w:val="28"/>
          <w:shd w:val="clear" w:color="auto" w:fill="F9F9F9"/>
        </w:rPr>
        <w:t>«Собрание законодательства Российской Федерации», 3 января 2005, № 1;</w:t>
      </w:r>
    </w:p>
    <w:p w:rsidR="00DE5B0B" w:rsidRPr="00AF2EBC" w:rsidRDefault="00DE5B0B" w:rsidP="00314067">
      <w:pPr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Федеральным законом от 02.05.2006 № 59-ФЗ "О порядке рассмотрения обращений граждан Российской Федерации" (текст Федерального закона опубликован в изданиях "Собрание законодательства РФ", 2006, № 19, ст. 2060, "Российская газета", 05.05.2006, № 95, "Парламентская газета", 11.05.2006, № 70-71);</w:t>
      </w:r>
    </w:p>
    <w:p w:rsidR="00DE5B0B" w:rsidRPr="00AF2EBC" w:rsidRDefault="00DE5B0B" w:rsidP="00314067">
      <w:pPr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Федеральным законом от 06.10.2003 №131-ФЗ "Об общих принципах организации местного самоуправления в Российской Федерации" (текст Федерального закона опубликован в изданиях "Собрание законодательства РФ", 06.10.2003, № 40, ст. 3822, "Парламентская газета, 08.10.2003, № 186, "Российская газета", 08.10.2003, № 202);</w:t>
      </w:r>
    </w:p>
    <w:p w:rsidR="00DE5B0B" w:rsidRPr="00AF2EBC" w:rsidRDefault="00DE5B0B" w:rsidP="00314067">
      <w:pPr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Федеральным законом от 27.07.2010 № 210-ФЗ "Об организации предоставления государственных и муниципальных услуг" (текст Федерального закона опубликован в изданиях "Собрание законодательства РФ", 02.08.2010, № 31, ст. 4179, "Российская газета", 30.07.2010, № 168);</w:t>
      </w:r>
    </w:p>
    <w:p w:rsidR="00DE5B0B" w:rsidRPr="00AF2EBC" w:rsidRDefault="00DE5B0B" w:rsidP="00314067">
      <w:pPr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 (</w:t>
      </w:r>
      <w:hyperlink r:id="rId10" w:history="1">
        <w:r w:rsidRPr="00AF2EBC">
          <w:rPr>
            <w:rStyle w:val="Hyperlink"/>
            <w:rFonts w:ascii="Times New Roman" w:hAnsi="Times New Roman"/>
            <w:sz w:val="28"/>
            <w:szCs w:val="28"/>
          </w:rPr>
          <w:t>"Российская газета", №4849</w:t>
        </w:r>
      </w:hyperlink>
      <w:r w:rsidRPr="00AF2EBC">
        <w:rPr>
          <w:rFonts w:ascii="Times New Roman" w:hAnsi="Times New Roman"/>
          <w:sz w:val="28"/>
          <w:szCs w:val="28"/>
        </w:rPr>
        <w:t> от 13.02.2009 г.);</w:t>
      </w:r>
    </w:p>
    <w:p w:rsidR="00DE5B0B" w:rsidRPr="00AF2EBC" w:rsidRDefault="00DE5B0B" w:rsidP="00314067">
      <w:pPr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Федеральным законом от 27.07.2006 N 152-ФЗ «О персональных данных» ("Российская газета", N 165, 29.07.2006, "Собрание законодательства РФ", 31.07.2006, N 31 (1 ч.), ст. 3451);</w:t>
      </w:r>
    </w:p>
    <w:p w:rsidR="00DE5B0B" w:rsidRPr="00AF2EBC" w:rsidRDefault="00DE5B0B" w:rsidP="00314067">
      <w:pPr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Федеральным законом от 21 июля 1997 года № 122-ФЗ «О государственной регистрации прав на недвижимое имущество и сделок с ним» ("Собрание законодательства РФ", 28.07.1997, N 30, ст. 3594, "Российская газета", N 145, 30.07.1997);</w:t>
      </w:r>
    </w:p>
    <w:p w:rsidR="00DE5B0B" w:rsidRPr="00AF2EBC" w:rsidRDefault="00DE5B0B" w:rsidP="00314067">
      <w:pPr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Законом РФ "О приватизации жилищного фонда в Российской Фелерации" ("Ведомости СНД и ВС РСФСР", 11.07.1991, N 28, ст. 959</w:t>
      </w:r>
      <w:bookmarkStart w:id="0" w:name="p4"/>
      <w:bookmarkEnd w:id="0"/>
      <w:r w:rsidRPr="00AF2EBC">
        <w:rPr>
          <w:rFonts w:ascii="Times New Roman" w:hAnsi="Times New Roman"/>
          <w:sz w:val="28"/>
          <w:szCs w:val="28"/>
        </w:rPr>
        <w:t xml:space="preserve"> "Бюллетень нормативных актов", N 1, 1992.);</w:t>
      </w:r>
    </w:p>
    <w:p w:rsidR="00DE5B0B" w:rsidRPr="00AF2EBC" w:rsidRDefault="00DE5B0B" w:rsidP="00314067">
      <w:pPr>
        <w:pStyle w:val="NormalWeb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AF2EBC">
        <w:rPr>
          <w:sz w:val="28"/>
          <w:szCs w:val="28"/>
        </w:rPr>
        <w:t>Постановлением главы администрации (губернатора) Новосибирской области от 21.10.2004 г. № 635 «Об утверждении Перечня документов, прилагаемых к заявлению о приватизации жилого помещения» («Советская Сибирь», 2004, № 217).</w:t>
      </w:r>
    </w:p>
    <w:p w:rsidR="00DE5B0B" w:rsidRPr="00AF2EBC" w:rsidRDefault="00DE5B0B" w:rsidP="00314067">
      <w:pPr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Уставом Листвянского сельсовета Искитимского района Новосибирской области.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2.6.Полный перечень документов, необходимых для предоставления муниципальной услуги: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 заявление о приватизации жилого помещения (приложение №1 к настоящему административному регламенту);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 документ, удостоверяющий личность заявителя (паспорт) (копия);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 документ, подтверждающий согласие всех совместно проживающих совершеннолетних членов семьи, несовершеннолетних в возрасте от 14 до 18 лет, а также временно отсутствующих граждан на приобретение в собственность жилого помещения в государственном (муниципальном) жилищном фонде;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 документ, подтверждающий право граждан на пользование жилым помещением (ордер, договор социального найма, вступившее в законную силу решение суда о признании права пользования жилым помещением на условиях социального найма);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 выписка из домовой книги с полной информацией о гражданах, зарегистрированных на данной жилой площади на момент обращения, а также зарегистрированных ранее и выбывших за период с момента выдачи ордера;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 справка об использовании (неиспользовании) гражданином права на приватизацию жилого помещения (в случае смены места жительства после вступления в силу Закона Российской Федерации «О приватизации жилищного фонда в Российской Федерации»);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 документы, подтверждающие согласие родителей (усыновителей), попечителей и органов опеки и попечительства, в случае если в жилом помещении проживают исключительно несовершеннолетние в возрасте от 14 до 18 лет;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 поэтажный план и экспликация жилого помещения, выданные организацией технической инвентаризации.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 xml:space="preserve">В случае, если документы подает представитель заявителя, дополнительно предоставляются: </w:t>
      </w:r>
    </w:p>
    <w:p w:rsidR="00DE5B0B" w:rsidRPr="00AF2EBC" w:rsidRDefault="00DE5B0B" w:rsidP="0031406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 документ, удостоверяющий личность представителя заявителя (копия);</w:t>
      </w:r>
    </w:p>
    <w:p w:rsidR="00DE5B0B" w:rsidRPr="00AF2EBC" w:rsidRDefault="00DE5B0B" w:rsidP="0031406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 надлежащим образом заверенная доверенность (копия).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iCs/>
          <w:sz w:val="28"/>
          <w:szCs w:val="28"/>
        </w:rPr>
      </w:pPr>
      <w:r w:rsidRPr="00AF2EBC">
        <w:rPr>
          <w:rFonts w:ascii="Times New Roman" w:hAnsi="Times New Roman"/>
          <w:iCs/>
          <w:sz w:val="28"/>
          <w:szCs w:val="28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DE5B0B" w:rsidRPr="00AF2EBC" w:rsidRDefault="00DE5B0B" w:rsidP="00314067">
      <w:pPr>
        <w:pStyle w:val="BodyText"/>
      </w:pPr>
      <w:r w:rsidRPr="00AF2EBC">
        <w:t>2.6.1.Перечень необходимых и обязательных для предоставления 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заявителю: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 заявление о приватизации жилого помещения (приложение №1 к настоящему административному регламенту);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 документ, удостоверяющий личность заявителя (паспорт) (копия);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 документ, подтверждающий согласие всех совместно проживающих совершеннолетних членов семьи, несовершеннолетних в возрасте от 14 до 18 лет, а также временно отсутствующих граждан на приобретение в собственность жилого помещения в государственном (муниципальном) жилищном фонде;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 документ, подтверждающий право граждан на пользование жилым помещением (ордер, договор социального найма, вступившее в законную силу решение суда о признании права пользования жилым помещением на условиях социального найма);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 выписка из домовой книги с полной информацией о гражданах, зарегистрированных на данной жилой площади на момент обращения, а также зарегистрированных ранее и выбывших за период с момента выдачи ордера;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 справка об использовании (неиспользовании) гражданином права на приватизацию жилого помещения (в случае смены места жительства после вступления в силу Закона Российской Федерации «О приватизации жилищного фонда в Российской Федерации»);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 документы, подтверждающие согласие родителей (усыновителей), попечителей и органов опеки и попечительства, в случае если в жилом помещении проживают исключительно несовершеннолетние в возрасте от 14 до 18 лет.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 xml:space="preserve">В случае, если документы подает представитель заявителя, дополнительно предоставляются: </w:t>
      </w:r>
    </w:p>
    <w:p w:rsidR="00DE5B0B" w:rsidRPr="00AF2EBC" w:rsidRDefault="00DE5B0B" w:rsidP="0031406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 документ, удостоверяющий личность представителя заявителя (копия);</w:t>
      </w:r>
    </w:p>
    <w:p w:rsidR="00DE5B0B" w:rsidRPr="00AF2EBC" w:rsidRDefault="00DE5B0B" w:rsidP="0031406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 надлежащим образом заверенная доверенность (копия).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2.6.2.Перечень документов, необходимых для предоставления муниципальной 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истребуемых сотрудниками администрации Листвянского сельсовета самостоятельно, или предоставляемых заявителем по желанию (с 01.07.2012 г.):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 поэтажный план и экспликация жилого помещения, выданные организацией технической инвентаризации.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2.7.Запрещается требовать от заявителя:</w:t>
      </w:r>
    </w:p>
    <w:p w:rsidR="00DE5B0B" w:rsidRPr="00AF2EBC" w:rsidRDefault="00DE5B0B" w:rsidP="00314067">
      <w:pPr>
        <w:tabs>
          <w:tab w:val="num" w:pos="5231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пункте 2.6.1 настоящего административного регламента.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2.7.1.Перечень оснований для отказа в приеме документов, необходимых для предоставления муниципальной услуги.</w:t>
      </w:r>
    </w:p>
    <w:p w:rsidR="00DE5B0B" w:rsidRPr="00AF2EBC" w:rsidRDefault="00DE5B0B" w:rsidP="00314067">
      <w:pPr>
        <w:spacing w:after="0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Основаниями для отказа в приеме документов являются: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-документы предоставлены лицом, не имеющим полномочий на их предоставление в соответствии с действующим законодательством;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-невозможность установления содержания представленных документов;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-представленные документы исполнены карандашом.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2.7.2.Основаниями для отказа в предоставлении муниципальной услуги</w:t>
      </w:r>
    </w:p>
    <w:p w:rsidR="00DE5B0B" w:rsidRPr="00AF2EBC" w:rsidRDefault="00DE5B0B" w:rsidP="00314067">
      <w:pPr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являются: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-письменное заявление заявителя об отказе в предоставлении муниципальной  услуги;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-отсутствие оснований, предусмотренных законодательством, для получения муниципальной услуги.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 xml:space="preserve">2.8.Если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 xml:space="preserve">2.9. Услуги, являющиеся необходимыми и обязательными для предоставления муниципальной услуги: 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-Муниципальная услуга по выдаче справки об использовании (неиспользовании) гражданином права на приватизацию жилых помещений.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 xml:space="preserve">2.10..Размер платы, взимаемой с заявителя при предоставлении муниципальной услуги: </w:t>
      </w:r>
    </w:p>
    <w:p w:rsidR="00DE5B0B" w:rsidRPr="00AF2EBC" w:rsidRDefault="00DE5B0B" w:rsidP="00314067">
      <w:pPr>
        <w:tabs>
          <w:tab w:val="left" w:pos="54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Муниципальная услуга предоставляется бесплатно.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2.11.Размер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Услуги, являющиеся необходимыми и обязательными для предоставления муниципальной услуги, предоставляются бесплатно.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2.12.Максимальное время ожидания в очереди при подаче заявления о предоставлении муниципальной услуги не может превышать 15 минут.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В соответствии с Концепцией снижения административных барьеров и повышения доступности государственных и муниципальных услуг на 2011-2013 годы, утвержденной распоряжением Правительства Российской Федерации от 10 июня 2011 года № 1021-р, время ожидания заявителя в очереди должно быть сокращено к 2014 году до 15 минут.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 xml:space="preserve">2.13.Срок и порядок регистрации запроса заявителя о предоставлении муниципальной услуги и услуги: 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Запросы заявителя регистрируются в журнале регистрации заявлений на предоставление муниципальной услуги.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2.14.Требования к помещениям, в которых предоставляется муниципальная услуга:</w:t>
      </w:r>
    </w:p>
    <w:p w:rsidR="00DE5B0B" w:rsidRPr="003024FE" w:rsidRDefault="00DE5B0B" w:rsidP="00371E2C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2.14.1</w:t>
      </w:r>
      <w:r w:rsidRPr="003024FE">
        <w:rPr>
          <w:sz w:val="28"/>
          <w:szCs w:val="28"/>
        </w:rPr>
        <w:t> </w:t>
      </w:r>
      <w:r w:rsidRPr="007843D1">
        <w:rPr>
          <w:sz w:val="28"/>
          <w:szCs w:val="28"/>
          <w:highlight w:val="green"/>
        </w:rPr>
        <w:t>На территории, прилегающей к месту предоставления муниципальной услуги, предусматриваются места для бесплатной парковки автотранспортных средств, не менее 10 процентов мест (но не менее одного места) выделяются для парковки специальных транспортных средств инвалидов.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В администрации Листвянского сельсовета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DE5B0B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-соблюдение санитарно-эпидемиологических правил и нормативов, правил противопожарной безопасности;</w:t>
      </w:r>
    </w:p>
    <w:p w:rsidR="00DE5B0B" w:rsidRPr="00AF6CDE" w:rsidRDefault="00DE5B0B" w:rsidP="00371E2C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highlight w:val="green"/>
        </w:rPr>
        <w:t xml:space="preserve">- </w:t>
      </w:r>
      <w:r w:rsidRPr="007843D1">
        <w:rPr>
          <w:sz w:val="28"/>
          <w:szCs w:val="28"/>
          <w:highlight w:val="green"/>
        </w:rPr>
        <w:t>требованиям к обеспечению доступности для маломобильных групп населения, в том числе инвалидов в соответствии с законодательством Российской Федерации о социальной защите инвалидов (включая беспрепятственный доступ инвалидов использующих кресла-коляски и собак проводников).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-оборудование местами общественного пользования (туалеты) и местами для хранения верхней одежды.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2.14.2.Требования к местам для ожидания: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-места для ожидания оборудуются стульями и (или) кресельными секциями, и (или) скамьями;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-места для ожидания находятся в холле (зале) или ином специально приспособленном помещении;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-в местах для ожидания предусматриваются места для получения информации о муниципальной услуге.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2.14.3.Требования к местам для получения информации о муниципальной услуге: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 xml:space="preserve">-информационные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2.14.4.Требования к местам приема заявителей: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-Специалисты, осуществляющие прием заявителей, обеспечиваются личными и (или) настольными идентификационными карточками.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2.15.Показатели качества и доступности предоставления муниципальной услуги: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2.15.1.Показатели качества муниципальной услуги:</w:t>
      </w:r>
    </w:p>
    <w:p w:rsidR="00DE5B0B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-выполнение должностными лицами, сотрудниками администрации Листвянского сельсовета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DE5B0B" w:rsidRDefault="00DE5B0B" w:rsidP="00371E2C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highlight w:val="green"/>
        </w:rPr>
        <w:t>-</w:t>
      </w:r>
      <w:r w:rsidRPr="007843D1">
        <w:rPr>
          <w:sz w:val="28"/>
          <w:szCs w:val="28"/>
          <w:highlight w:val="green"/>
        </w:rPr>
        <w:t>беспрепятственный доступ к месту предоставления муниципальной услуги для маломобильных групп населения, в том числе инвалидов;</w:t>
      </w:r>
    </w:p>
    <w:p w:rsidR="00DE5B0B" w:rsidRPr="003024FE" w:rsidRDefault="00DE5B0B" w:rsidP="00371E2C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highlight w:val="cyan"/>
        </w:rPr>
        <w:t>-</w:t>
      </w:r>
      <w:r w:rsidRPr="007843D1">
        <w:rPr>
          <w:sz w:val="28"/>
          <w:szCs w:val="28"/>
          <w:highlight w:val="cyan"/>
        </w:rPr>
        <w:t>оказание сотрудниками администрации помощи инвалидам в преодолении барьеров, мешающих получению ими муниципальной услуги наравне с другими лицами;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-отсутствие обоснованных жалоб на действия (бездействие) должностных лиц, сотрудников администрации Листвянского сельсовета при предоставлении муниципальной услуги.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2.15.2.Показатели доступности предоставления муниципальной услуги: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-доля заявителей, получивших жилые помещения в порядке приватизации по отношению к общему количеству граждан, принадлежащих категориям, упомянутым в пункте 1.2. настоящего регламента, обратившихся за получением муниципальной услуги;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Листвянского сельсовета, «Едином портале государственных и муниципальных услуг (функций)»;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-пешеходная доступность от остановок общественного транспорта до, здания администрации сельсовета;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 xml:space="preserve">2.16.В случае предоставления муниципальной услуги в многофункциональном центре предоставления государсвтенных и муниципальных услуг заявить предоставляет заявление и небходимые для получения муниципальной услуги документы в многофункциональный центр. Прием документов, необходимых для предоставления муниципальной услуги, осуществление процедур по предоставлению муниципальной услуги осуществляется в соответствии с регламентом работы многофункционального центра. Срок предоставления муниципальной услуги в многофункциональном центре не должен превышать срока, определенного законодательством для предоставления муниципальной услуги. </w:t>
      </w:r>
    </w:p>
    <w:p w:rsidR="00DE5B0B" w:rsidRPr="00DA5AFE" w:rsidRDefault="00DE5B0B" w:rsidP="00DA5AFE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</w:t>
      </w:r>
    </w:p>
    <w:p w:rsidR="00DE5B0B" w:rsidRDefault="00DE5B0B" w:rsidP="00DA5A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5B0B" w:rsidRPr="00AF2EBC" w:rsidRDefault="00DE5B0B" w:rsidP="00DA5AF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3.1.Предоставление муниципальной услуги состоит из следующей последовательности административных процедур: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 прием и регистрация заявления и документов, необходимых для предоставления муниципальной услуги;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-проверка сведений, представленных заявителем;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-принятие решения о предоставлении муниципальной услуги;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-выдача результата предоставления муниципальной услуги.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-Блок-схема последовательности административных действий при предоставлении муниципальной услуги приведена в приложении №2 к настоящему административному регламенту.</w:t>
      </w:r>
    </w:p>
    <w:p w:rsidR="00DE5B0B" w:rsidRPr="00AF2EBC" w:rsidRDefault="00DE5B0B" w:rsidP="00314067">
      <w:pPr>
        <w:tabs>
          <w:tab w:val="left" w:pos="54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 xml:space="preserve">3.2.1.Прием и регистрация заявления и документов, необходимых для предоставления муниципальной услуги </w:t>
      </w:r>
    </w:p>
    <w:p w:rsidR="00DE5B0B" w:rsidRPr="00AF2EBC" w:rsidRDefault="00DE5B0B" w:rsidP="00314067">
      <w:pPr>
        <w:tabs>
          <w:tab w:val="left" w:pos="54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поступление заявления о предоставлении муниципальной услуги и документов, необходимых для предоставления муниципальной услуги, предоставленных заявителем лично или через законного представителя. </w:t>
      </w:r>
    </w:p>
    <w:p w:rsidR="00DE5B0B" w:rsidRPr="00AF2EBC" w:rsidRDefault="00DE5B0B" w:rsidP="00314067">
      <w:pPr>
        <w:tabs>
          <w:tab w:val="left" w:pos="54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Прием заявления и документов, необходимых для предоставления муниципальной услуги, осуществляется специалистом управления, ответственным  за прием и регистрацию документов.</w:t>
      </w:r>
    </w:p>
    <w:p w:rsidR="00DE5B0B" w:rsidRPr="00AF2EBC" w:rsidRDefault="00DE5B0B" w:rsidP="00314067">
      <w:pPr>
        <w:tabs>
          <w:tab w:val="left" w:pos="54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Специалист администрации, ответственный за прием и регистрацию документов, устанавливает личность заявителя или полномочия представителя заявителя в случае предоставления документов уполномоченным лицом.</w:t>
      </w:r>
    </w:p>
    <w:p w:rsidR="00DE5B0B" w:rsidRPr="00AF2EBC" w:rsidRDefault="00DE5B0B" w:rsidP="00314067">
      <w:pPr>
        <w:tabs>
          <w:tab w:val="left" w:pos="54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Специалист, ответственный за прием документов, проверяет правильность заполнения заявления, а также удостоверяется в соответствии представленных документов требованиям законодательства и настоящего административного регламента.</w:t>
      </w:r>
    </w:p>
    <w:p w:rsidR="00DE5B0B" w:rsidRPr="00AF2EBC" w:rsidRDefault="00DE5B0B" w:rsidP="00314067">
      <w:pPr>
        <w:tabs>
          <w:tab w:val="left" w:pos="54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В случаях, указанных в пункте 2.8. настоящего административного регламента, представленные документы возвращаются лицу, их предоставившему, для устранения выявленных замечаний. Если в течение 14 календарных дней заявитель не устранит указанные замечания, ему отказывается в предоставлении муниципальной услуги.</w:t>
      </w:r>
    </w:p>
    <w:p w:rsidR="00DE5B0B" w:rsidRPr="00AF2EBC" w:rsidRDefault="00DE5B0B" w:rsidP="00314067">
      <w:pPr>
        <w:tabs>
          <w:tab w:val="left" w:pos="54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В случае, если выявленные недостатки документов возможно устранить на месте, специалист управления, ответственный за прием и регистрацию документов оказывает содействие заявителю или лицу, предоставившему документы, в устранении данных недостатков.</w:t>
      </w:r>
    </w:p>
    <w:p w:rsidR="00DE5B0B" w:rsidRPr="00AF2EBC" w:rsidRDefault="00DE5B0B" w:rsidP="00314067">
      <w:pPr>
        <w:tabs>
          <w:tab w:val="left" w:pos="54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Если представленные документы соответствуют требованиям законодательства и настоящего административного регламента, специалист администрации, ответственный за прием и регистрацию документов, регистрирует представленные документы  в журнале регистрации заявлений на предоставление муниципальной услуги и сообщает заявителю регистрационный номер заявления.</w:t>
      </w:r>
    </w:p>
    <w:p w:rsidR="00DE5B0B" w:rsidRPr="00AF2EBC" w:rsidRDefault="00DE5B0B" w:rsidP="00314067">
      <w:pPr>
        <w:tabs>
          <w:tab w:val="left" w:pos="54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Максимальный срок совершения административной процедуры составляет 10 минут с момента представления заявителем документов.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Зарегистрированные документы передаются специалистом управления, ответственным за прием и регистрацию документов, специалисту управления, ответственному за предоставление муниципальной услуги в течение рабочего дня.</w:t>
      </w:r>
    </w:p>
    <w:p w:rsidR="00DE5B0B" w:rsidRPr="00AF2EBC" w:rsidRDefault="00DE5B0B" w:rsidP="007818DA">
      <w:pPr>
        <w:spacing w:after="0"/>
        <w:ind w:right="201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color w:val="000000"/>
          <w:sz w:val="28"/>
          <w:szCs w:val="28"/>
        </w:rPr>
        <w:t xml:space="preserve">В случае представления заявления и документов, необходимых для предоставления муниципальной услуги через МФЦ, оператор МФЦ, ответственный за прием документов, </w:t>
      </w:r>
      <w:r w:rsidRPr="00AF2EBC">
        <w:rPr>
          <w:rFonts w:ascii="Times New Roman" w:hAnsi="Times New Roman"/>
          <w:sz w:val="28"/>
          <w:szCs w:val="28"/>
        </w:rPr>
        <w:t>регистрирует их в установленном порядке и размещает в форме электронных копий в автоматизированной информационной системе «ЦПГУ». Д</w:t>
      </w:r>
      <w:r w:rsidRPr="00AF2EB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анные документы направляются для регистрации сотрудникам Администрации, ответственным за прием и регистрацию документов в ИС МАИС. </w:t>
      </w:r>
      <w:r w:rsidRPr="00AF2EBC">
        <w:rPr>
          <w:rFonts w:ascii="Times New Roman" w:hAnsi="Times New Roman"/>
          <w:sz w:val="28"/>
          <w:szCs w:val="28"/>
        </w:rPr>
        <w:t>Зарегистрированный пакет оригиналов документов передается в Администрацию курьером МФЦ в порядке, определённом соглашением между МФЦ и Администрацией.</w:t>
      </w:r>
    </w:p>
    <w:p w:rsidR="00DE5B0B" w:rsidRPr="00AF2EBC" w:rsidRDefault="00DE5B0B" w:rsidP="007818D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Заявления и документы, необходимые для предоставления муниципальной услуги, направленные в виде электронных копий операторами МФЦ, подлежат рассмотрению в том же порядке, что и соответствующие заявления и документы, представленные заявителем в традиционной форме</w:t>
      </w:r>
    </w:p>
    <w:p w:rsidR="00DE5B0B" w:rsidRPr="00AF2EBC" w:rsidRDefault="00DE5B0B" w:rsidP="00314067">
      <w:pPr>
        <w:tabs>
          <w:tab w:val="left" w:pos="54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3.2.2.Проверка сведений, представленных заявителем.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Основанием для начала исполнения административной процедуры является поступление документов, представленных заявителем, специалисту, ответственному за предоставление муниципальной услуги.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В том случае, если основания для предоставления муниципальной услуги отсутствуют, заявителю почтовой связью направляется уведомление об отказе в предоставлении муниципальной услуги.</w:t>
      </w:r>
    </w:p>
    <w:p w:rsidR="00DE5B0B" w:rsidRPr="00AF2EBC" w:rsidRDefault="00DE5B0B" w:rsidP="00314067">
      <w:pPr>
        <w:pStyle w:val="BodyText2"/>
      </w:pPr>
      <w:r w:rsidRPr="00AF2EBC">
        <w:t>Специалист, ответственный за предоставление муниципальной услуги, проверяет представленные документы с целью установления права заявителя на получение муниципальной услуги, устанавливая: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принадлежность жилого помещения к муниципальной собственности Листвянского сельсовета;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сведения о наличии (отсутствии) документов, свидетельствующих о наложении соответствующих запрещений, препятствующих заключению договора передачи жилого помещения в собственность граждан;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сведения об участии заявителей в приватизации другого жилого помещения.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 xml:space="preserve">Осуществляется формирование приватизационного дела. 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color w:val="000000"/>
          <w:sz w:val="28"/>
          <w:szCs w:val="28"/>
        </w:rPr>
        <w:t xml:space="preserve">При подаче заявления на оказание муниципальной услуги через МФЦ, заявитель может получить сведения о ходе ее исполнения посредством </w:t>
      </w:r>
      <w:r w:rsidRPr="00AF2EBC">
        <w:rPr>
          <w:rFonts w:ascii="Times New Roman" w:hAnsi="Times New Roman"/>
          <w:color w:val="000000"/>
          <w:sz w:val="28"/>
          <w:szCs w:val="28"/>
          <w:lang w:val="en-US"/>
        </w:rPr>
        <w:t>call</w:t>
      </w:r>
      <w:r w:rsidRPr="00AF2EBC">
        <w:rPr>
          <w:rFonts w:ascii="Times New Roman" w:hAnsi="Times New Roman"/>
          <w:color w:val="000000"/>
          <w:sz w:val="28"/>
          <w:szCs w:val="28"/>
        </w:rPr>
        <w:t xml:space="preserve">-центра МФЦ и </w:t>
      </w:r>
      <w:r w:rsidRPr="00AF2EBC">
        <w:rPr>
          <w:rFonts w:ascii="Times New Roman" w:hAnsi="Times New Roman"/>
          <w:color w:val="000000"/>
          <w:sz w:val="28"/>
          <w:szCs w:val="28"/>
          <w:lang w:val="en-US"/>
        </w:rPr>
        <w:t>sms</w:t>
      </w:r>
      <w:r w:rsidRPr="00AF2EBC">
        <w:rPr>
          <w:rFonts w:ascii="Times New Roman" w:hAnsi="Times New Roman"/>
          <w:color w:val="000000"/>
          <w:sz w:val="28"/>
          <w:szCs w:val="28"/>
        </w:rPr>
        <w:t>-информирования</w:t>
      </w:r>
    </w:p>
    <w:p w:rsidR="00DE5B0B" w:rsidRPr="00AF2EBC" w:rsidRDefault="00DE5B0B" w:rsidP="00314067">
      <w:pPr>
        <w:tabs>
          <w:tab w:val="left" w:pos="54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3.2.3.Принятие решения о приватизации жилого помещения.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Основанием для начала исполнения административной процедуры является установленное право заявителя на приватизацию жилого помещения.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При наличии оснований для приватизации жилого помещения специалистом администрации осуществляется подготовка, согласование и издание постановления главы муниципального образования о передаче жилого помещения в собственность, на основании которого осуществляется подготовка и подписание договора о передаче жилого помещения в собственность.</w:t>
      </w:r>
    </w:p>
    <w:p w:rsidR="00DE5B0B" w:rsidRPr="00AF2EBC" w:rsidRDefault="00DE5B0B" w:rsidP="00F430C6">
      <w:pPr>
        <w:tabs>
          <w:tab w:val="left" w:pos="54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color w:val="000000"/>
          <w:sz w:val="28"/>
          <w:szCs w:val="28"/>
        </w:rPr>
        <w:t>При подаче заявления на оказание муниципальной услуги через МФЦ, возможно направление результата предоставления муниципальной услуги или уведомления об отказе в предоставлении муниципальной услуги в МФЦ, из которого поступила заявка, для выдачи заявителю.</w:t>
      </w:r>
    </w:p>
    <w:p w:rsidR="00DE5B0B" w:rsidRPr="00AF2EBC" w:rsidRDefault="00DE5B0B" w:rsidP="00314067">
      <w:pPr>
        <w:tabs>
          <w:tab w:val="left" w:pos="54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3.3.Выдача заявителю результата муниципальной услуги.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 xml:space="preserve">Специалистом, ответственным за предоставление муниципальной услуги, заявитель извещается почтовой связью о необходимости прибытия для подписания договора о передаче жилого помещения в собственность. </w:t>
      </w:r>
    </w:p>
    <w:p w:rsidR="00DE5B0B" w:rsidRPr="00AF2EBC" w:rsidRDefault="00DE5B0B" w:rsidP="00314067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F2EBC">
        <w:rPr>
          <w:rFonts w:ascii="Times New Roman" w:hAnsi="Times New Roman"/>
          <w:b/>
          <w:sz w:val="28"/>
          <w:szCs w:val="28"/>
        </w:rPr>
        <w:t>Формы контроля за исполнением регламента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4.1.Текущий контроль за соблюдением и исполнением сотрудниками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администрации Листвянского сельсовета.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4.2.Текущий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приказа Главы администрации Листвянского сельсовета.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4.3.Ответственность за предоставление муниципальной услуги возлагается на Главу администрации Листвянского сельсовета, который непосредственно принимает решение по вопросам предоставления муниципальной услуги.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4.4.Ответственность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администрации Листвянского сельсовета в соответствии с Федера</w:t>
      </w:r>
      <w:r>
        <w:rPr>
          <w:rFonts w:ascii="Times New Roman" w:hAnsi="Times New Roman"/>
          <w:sz w:val="28"/>
          <w:szCs w:val="28"/>
        </w:rPr>
        <w:t>льным законом от 02.03.2007 N 25</w:t>
      </w:r>
      <w:r w:rsidRPr="00AF2EBC">
        <w:rPr>
          <w:rFonts w:ascii="Times New Roman" w:hAnsi="Times New Roman"/>
          <w:sz w:val="28"/>
          <w:szCs w:val="28"/>
        </w:rPr>
        <w:t>-ФЗ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DE5B0B" w:rsidRPr="00AF2EBC" w:rsidRDefault="00DE5B0B" w:rsidP="00314067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F2EBC">
        <w:rPr>
          <w:rFonts w:ascii="Times New Roman" w:hAnsi="Times New Roman"/>
          <w:b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5.1.Заявители имеют право на обжалование действий (бездействий) и решений, осуществляемых (принятых) в ходе исполнения муниципальной услуги, в досудебном и судебном порядке.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При обращении заявителей в письменной форме в обязательном порядке указываются наименование организации, в который обратившийся направляет письменную жалобу, либо фамилия, имя, отчество соответствующего должностного лица, либо должность соответствующего лица, а также фамилия, имя, отчество обратившегося, полное наименование для юридического лица, почтовый адрес или адрес электронной почты, по которому должны быть направлены ответ, уведомление о переадресации обращения, излагается суть жалобы, ставится личная подпись и дата.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5.2.Предметом досудебного (внесудебного) обжалования могут являться действия (бездействия) и решения, осуществляемые (принятые) должностными лицами администрации Листвянского сельсовета в ходе предоставления муниципальной услуги на основании регламента.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5.3.Перечень оснований для приостановления рассмотрения жалобы и случаев, в которых ответ на жалобу не дается: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-в случае если в жалобе не указаны фамилия заявителя, направившего жалобу, и почтовый адрес, по которому должен быть направлен ответ, ответ на жалобу не дается.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-Жалоба, в которой содержатся нецензурные либо оскорбительные выражения, угрозы жизни, здоровью и имуществу должностного лица органа, участвующего в предоставлении муниципальной услуги, членов его семьи, оставляется без ответа по существу поставленных в ней вопросов, а заявителю, направившему такую жалобу, сообщается о недопустимости злоупотребления правом.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-Если текст жалобы не поддается прочтению, ответ на жалобу не дается, о чем в течение семи дней со дня регистрации обращения сообщается заявителю, ее направившему, если его фамилия и почтовый адрес поддаются прочтению.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руководители органов, предоставляющих муниципальную услугу, либо уполномоченные ими должностные лица вправе принять решение о безосновательности очередного обращения и прекращении переписки с заявителем по данному вопросу при условии, что указанная жалоба и ранее направляемые жалобы направлялись в один и тот же орган или одному и тому же должностному лицу. О данном решении уведомляется заявитель, направивший жалобу.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-В случае если причины, по которым ответ по существу поставленных в жалобе вопросов не направлялся, в последующем были устранены, заявитель вправе вновь обратиться с жалобой в соответствующий орган, предоставляющий муниципальную услугу, либо к соответствующему должностному лицу.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5.4.Основанием для начала процедуры досудебного (внесудебного) обжалования является поступление письменного обращения с жалобой на действие (бездействие) и решение должностных лиц администрации Листвянского сельсовета.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5.5.Заявитель вправе ознакомиться с документами и материалами, необходимыми ему для обоснования и рассмотрения жалобы, т. е. с информацией непосредственно затрагивающей его права, если иное не предусмотрено законом.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5.6.Заявитель вправе обратиться к Главе Искитимского  района и обжаловать действие (бездействие) и решения, осуществляемые (принятые) должностными лицами администрации Листвянского сельсовета в ходе предоставления муниципальной услуги на основании регламента.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Для обжалования действия (бездействия) Главы района заявитель вправе обратиться к Губернатору Новосибирской области.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5.7.Сроки рассмотрения жалобы (претензии):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письменный ответ направляется заявителю не позднее 30 календарных дней со дня регистрации обращения в администрации Листвянского сельсовета Искитимского района Новосибирской области. В исключительных случаях Глава Листвянского сельсовета вправе продлить срок рассмотрения обращения не более чем на 30 календарных дней, уведомив о продлении срока его рассмотрения обратившегося.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5.8.Результат досудебного (внесудебного) обжалования применительно к каждой процедуре либо инстанции обжалования: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по результатам рассмотрения заявления, жалобы, претензии принимается решение об удовлетворении требований заявителя и о признании неправомерным обжалованного действия (бездействия) и решения либо об отказе в удовлетворении требований.</w:t>
      </w:r>
    </w:p>
    <w:p w:rsidR="00DE5B0B" w:rsidRPr="00AF2EBC" w:rsidRDefault="00DE5B0B" w:rsidP="00314067">
      <w:pPr>
        <w:spacing w:after="0"/>
        <w:ind w:left="720"/>
        <w:jc w:val="right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br w:type="page"/>
        <w:t>ПРИЛОЖЕНИЕ № 1</w:t>
      </w:r>
    </w:p>
    <w:p w:rsidR="00DE5B0B" w:rsidRPr="00AF2EBC" w:rsidRDefault="00DE5B0B" w:rsidP="00314067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DE5B0B" w:rsidRPr="00AF2EBC" w:rsidRDefault="00DE5B0B" w:rsidP="00314067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:rsidR="00DE5B0B" w:rsidRPr="00AF2EBC" w:rsidRDefault="00DE5B0B" w:rsidP="00314067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по приватизации жилых помещений</w:t>
      </w:r>
    </w:p>
    <w:p w:rsidR="00DE5B0B" w:rsidRPr="00AF2EBC" w:rsidRDefault="00DE5B0B" w:rsidP="00314067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муниципального жилищного фонда</w:t>
      </w:r>
    </w:p>
    <w:p w:rsidR="00DE5B0B" w:rsidRPr="00AF2EBC" w:rsidRDefault="00DE5B0B" w:rsidP="00314067">
      <w:pPr>
        <w:spacing w:after="0"/>
        <w:ind w:left="720"/>
        <w:jc w:val="right"/>
        <w:rPr>
          <w:rFonts w:ascii="Times New Roman" w:hAnsi="Times New Roman"/>
          <w:sz w:val="28"/>
          <w:szCs w:val="28"/>
        </w:rPr>
      </w:pPr>
    </w:p>
    <w:p w:rsidR="00DE5B0B" w:rsidRPr="00AF2EBC" w:rsidRDefault="00DE5B0B" w:rsidP="00314067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ЗАЯВЛЕНИЕ</w:t>
      </w:r>
    </w:p>
    <w:p w:rsidR="00DE5B0B" w:rsidRPr="00AF2EBC" w:rsidRDefault="00DE5B0B" w:rsidP="0031406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E5B0B" w:rsidRPr="00AF2EBC" w:rsidRDefault="00DE5B0B" w:rsidP="00314067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 xml:space="preserve">Примерная форма </w:t>
      </w:r>
    </w:p>
    <w:p w:rsidR="00DE5B0B" w:rsidRPr="00AF2EBC" w:rsidRDefault="00DE5B0B" w:rsidP="0031406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DE5B0B" w:rsidRPr="00AF2EBC" w:rsidRDefault="00DE5B0B" w:rsidP="00314067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Главе администрации Листвянского сельсовета</w:t>
      </w:r>
    </w:p>
    <w:p w:rsidR="00DE5B0B" w:rsidRPr="00AF2EBC" w:rsidRDefault="00DE5B0B" w:rsidP="00314067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от ________________________________</w:t>
      </w:r>
    </w:p>
    <w:p w:rsidR="00DE5B0B" w:rsidRPr="00AF2EBC" w:rsidRDefault="00DE5B0B" w:rsidP="00314067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__________________________________,</w:t>
      </w:r>
    </w:p>
    <w:p w:rsidR="00DE5B0B" w:rsidRPr="00AF2EBC" w:rsidRDefault="00DE5B0B" w:rsidP="00314067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 xml:space="preserve">проживающего(ей) по адресу: </w:t>
      </w:r>
    </w:p>
    <w:p w:rsidR="00DE5B0B" w:rsidRPr="00AF2EBC" w:rsidRDefault="00DE5B0B" w:rsidP="00314067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___________________________________</w:t>
      </w:r>
    </w:p>
    <w:p w:rsidR="00DE5B0B" w:rsidRPr="00AF2EBC" w:rsidRDefault="00DE5B0B" w:rsidP="00314067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___________________________________</w:t>
      </w:r>
    </w:p>
    <w:p w:rsidR="00DE5B0B" w:rsidRPr="00AF2EBC" w:rsidRDefault="00DE5B0B" w:rsidP="00314067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контактная информация:</w:t>
      </w:r>
    </w:p>
    <w:p w:rsidR="00DE5B0B" w:rsidRPr="00AF2EBC" w:rsidRDefault="00DE5B0B" w:rsidP="00314067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___________________________________</w:t>
      </w:r>
    </w:p>
    <w:p w:rsidR="00DE5B0B" w:rsidRPr="00AF2EBC" w:rsidRDefault="00DE5B0B" w:rsidP="00314067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___________________________________</w:t>
      </w:r>
    </w:p>
    <w:p w:rsidR="00DE5B0B" w:rsidRPr="00AF2EBC" w:rsidRDefault="00DE5B0B" w:rsidP="0031406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DE5B0B" w:rsidRPr="00AF2EBC" w:rsidRDefault="00DE5B0B" w:rsidP="0031406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F2EBC">
        <w:rPr>
          <w:rFonts w:ascii="Times New Roman" w:hAnsi="Times New Roman"/>
          <w:b/>
          <w:sz w:val="28"/>
          <w:szCs w:val="28"/>
        </w:rPr>
        <w:t>ЗАЯВЛЕНИЕ</w:t>
      </w:r>
    </w:p>
    <w:p w:rsidR="00DE5B0B" w:rsidRPr="00AF2EBC" w:rsidRDefault="00DE5B0B" w:rsidP="0031406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F2EBC">
        <w:rPr>
          <w:rFonts w:ascii="Times New Roman" w:hAnsi="Times New Roman"/>
          <w:b/>
          <w:sz w:val="28"/>
          <w:szCs w:val="28"/>
        </w:rPr>
        <w:t>о приватизации жилых помещений</w:t>
      </w:r>
    </w:p>
    <w:p w:rsidR="00DE5B0B" w:rsidRPr="00AF2EBC" w:rsidRDefault="00DE5B0B" w:rsidP="0031406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E5B0B" w:rsidRPr="00AF2EBC" w:rsidRDefault="00DE5B0B" w:rsidP="00314067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AF2EBC">
        <w:rPr>
          <w:rFonts w:ascii="Times New Roman" w:hAnsi="Times New Roman"/>
          <w:b/>
          <w:bCs/>
          <w:sz w:val="28"/>
          <w:szCs w:val="28"/>
        </w:rPr>
        <w:t>№ ________________ от «______» _________________20 __ г.</w:t>
      </w:r>
    </w:p>
    <w:p w:rsidR="00DE5B0B" w:rsidRPr="00AF2EBC" w:rsidRDefault="00DE5B0B" w:rsidP="00314067">
      <w:pPr>
        <w:spacing w:after="0"/>
        <w:rPr>
          <w:rFonts w:ascii="Times New Roman" w:hAnsi="Times New Roman"/>
          <w:sz w:val="28"/>
          <w:szCs w:val="28"/>
        </w:rPr>
      </w:pP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b/>
          <w:bCs/>
          <w:sz w:val="28"/>
          <w:szCs w:val="28"/>
        </w:rPr>
        <w:t>Прошу(сим) передать в ________________________________собственность занимаемое мною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b/>
          <w:bCs/>
          <w:sz w:val="28"/>
          <w:szCs w:val="28"/>
        </w:rPr>
        <w:t>                                            </w:t>
      </w:r>
      <w:r w:rsidRPr="00AF2EBC">
        <w:rPr>
          <w:rFonts w:ascii="Times New Roman" w:hAnsi="Times New Roman"/>
          <w:sz w:val="28"/>
          <w:szCs w:val="28"/>
        </w:rPr>
        <w:t>(частную, общую совместную, общую долевую)</w:t>
      </w:r>
    </w:p>
    <w:p w:rsidR="00DE5B0B" w:rsidRPr="00AF2EBC" w:rsidRDefault="00DE5B0B" w:rsidP="00314067">
      <w:pPr>
        <w:spacing w:after="0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b/>
          <w:bCs/>
          <w:sz w:val="28"/>
          <w:szCs w:val="28"/>
        </w:rPr>
        <w:t xml:space="preserve">(нами) жилое помещение, жилой площадью_______кв.м., состоящее из___комнат в____комнатной квартире, расположенной на ____ этаже в ____ этажном доме по адресу: </w:t>
      </w:r>
    </w:p>
    <w:p w:rsidR="00DE5B0B" w:rsidRPr="00AF2EBC" w:rsidRDefault="00DE5B0B" w:rsidP="00314067">
      <w:pPr>
        <w:spacing w:after="0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__________________________________________________________________________________________</w:t>
      </w:r>
    </w:p>
    <w:p w:rsidR="00DE5B0B" w:rsidRPr="00AF2EBC" w:rsidRDefault="00DE5B0B" w:rsidP="00314067">
      <w:pPr>
        <w:spacing w:after="0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b/>
          <w:bCs/>
          <w:sz w:val="28"/>
          <w:szCs w:val="28"/>
        </w:rPr>
        <w:t>со следующим распределением долей:</w:t>
      </w:r>
    </w:p>
    <w:p w:rsidR="00DE5B0B" w:rsidRPr="00AF2EBC" w:rsidRDefault="00DE5B0B" w:rsidP="00314067">
      <w:pPr>
        <w:spacing w:after="0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b/>
          <w:bCs/>
          <w:sz w:val="28"/>
          <w:szCs w:val="28"/>
        </w:rPr>
        <w:t>1.Фамилия Имя Отчество</w:t>
      </w:r>
      <w:r w:rsidRPr="00AF2EBC">
        <w:rPr>
          <w:rFonts w:ascii="Times New Roman" w:hAnsi="Times New Roman"/>
          <w:sz w:val="28"/>
          <w:szCs w:val="28"/>
        </w:rPr>
        <w:t xml:space="preserve"> </w:t>
      </w:r>
    </w:p>
    <w:p w:rsidR="00DE5B0B" w:rsidRPr="00AF2EBC" w:rsidRDefault="00DE5B0B" w:rsidP="00314067">
      <w:pPr>
        <w:spacing w:after="0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дата рождения__________________________</w:t>
      </w:r>
    </w:p>
    <w:p w:rsidR="00DE5B0B" w:rsidRPr="00AF2EBC" w:rsidRDefault="00DE5B0B" w:rsidP="00314067">
      <w:pPr>
        <w:spacing w:after="0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родственные отношения к квартиросъемщику ____________________________</w:t>
      </w:r>
      <w:r w:rsidRPr="00AF2EBC">
        <w:rPr>
          <w:rFonts w:ascii="Times New Roman" w:hAnsi="Times New Roman"/>
          <w:sz w:val="28"/>
          <w:szCs w:val="28"/>
        </w:rPr>
        <w:br/>
        <w:t xml:space="preserve">данные паспорта или свидетельства о рождении (до 14 лет) (номер, кем и когда выдан) ______________ </w:t>
      </w:r>
      <w:r w:rsidRPr="00AF2EBC">
        <w:rPr>
          <w:rFonts w:ascii="Times New Roman" w:hAnsi="Times New Roman"/>
          <w:sz w:val="28"/>
          <w:szCs w:val="28"/>
        </w:rPr>
        <w:br/>
        <w:t>__________________________________________________________________________________________</w:t>
      </w:r>
      <w:r w:rsidRPr="00AF2EBC">
        <w:rPr>
          <w:rFonts w:ascii="Times New Roman" w:hAnsi="Times New Roman"/>
          <w:sz w:val="28"/>
          <w:szCs w:val="28"/>
        </w:rPr>
        <w:br/>
        <w:t>размер доли___________________________________</w:t>
      </w:r>
    </w:p>
    <w:p w:rsidR="00DE5B0B" w:rsidRPr="00AF2EBC" w:rsidRDefault="00DE5B0B" w:rsidP="00314067">
      <w:pPr>
        <w:spacing w:after="0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Подтверждаю, что право на приватизацию жилья ранее не использовано</w:t>
      </w:r>
      <w:r w:rsidRPr="00AF2EBC">
        <w:rPr>
          <w:rFonts w:ascii="Times New Roman" w:hAnsi="Times New Roman"/>
          <w:sz w:val="28"/>
          <w:szCs w:val="28"/>
        </w:rPr>
        <w:br/>
        <w:t>подпись (полностью Ф.И.О) _________________________________________________________________</w:t>
      </w:r>
    </w:p>
    <w:p w:rsidR="00DE5B0B" w:rsidRPr="00AF2EBC" w:rsidRDefault="00DE5B0B" w:rsidP="00314067">
      <w:pPr>
        <w:spacing w:after="0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__________________________________________________________________________________________</w:t>
      </w:r>
    </w:p>
    <w:p w:rsidR="00DE5B0B" w:rsidRPr="00AF2EBC" w:rsidRDefault="00DE5B0B" w:rsidP="00314067">
      <w:pPr>
        <w:spacing w:after="0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b/>
          <w:bCs/>
          <w:sz w:val="28"/>
          <w:szCs w:val="28"/>
        </w:rPr>
        <w:t>2.Фамилия Имя Отчество</w:t>
      </w:r>
      <w:r w:rsidRPr="00AF2EBC">
        <w:rPr>
          <w:rFonts w:ascii="Times New Roman" w:hAnsi="Times New Roman"/>
          <w:sz w:val="28"/>
          <w:szCs w:val="28"/>
        </w:rPr>
        <w:t xml:space="preserve"> </w:t>
      </w:r>
    </w:p>
    <w:p w:rsidR="00DE5B0B" w:rsidRPr="00AF2EBC" w:rsidRDefault="00DE5B0B" w:rsidP="00314067">
      <w:pPr>
        <w:spacing w:after="0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дата рождения__________________________</w:t>
      </w:r>
    </w:p>
    <w:p w:rsidR="00DE5B0B" w:rsidRPr="00AF2EBC" w:rsidRDefault="00DE5B0B" w:rsidP="00314067">
      <w:pPr>
        <w:spacing w:after="0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родственные отношения к квартиросъемщику ____________________________</w:t>
      </w:r>
      <w:r w:rsidRPr="00AF2EBC">
        <w:rPr>
          <w:rFonts w:ascii="Times New Roman" w:hAnsi="Times New Roman"/>
          <w:sz w:val="28"/>
          <w:szCs w:val="28"/>
        </w:rPr>
        <w:br/>
        <w:t xml:space="preserve">данные паспорта или свидетельства о рождении (до 14 лет) (номер, кем и когда выдан) ______________ </w:t>
      </w:r>
      <w:r w:rsidRPr="00AF2EBC">
        <w:rPr>
          <w:rFonts w:ascii="Times New Roman" w:hAnsi="Times New Roman"/>
          <w:sz w:val="28"/>
          <w:szCs w:val="28"/>
        </w:rPr>
        <w:br/>
        <w:t>__________________________________________________________________________________________</w:t>
      </w:r>
      <w:r w:rsidRPr="00AF2EBC">
        <w:rPr>
          <w:rFonts w:ascii="Times New Roman" w:hAnsi="Times New Roman"/>
          <w:sz w:val="28"/>
          <w:szCs w:val="28"/>
        </w:rPr>
        <w:br/>
        <w:t>размер доли___________________________________</w:t>
      </w:r>
    </w:p>
    <w:p w:rsidR="00DE5B0B" w:rsidRPr="00AF2EBC" w:rsidRDefault="00DE5B0B" w:rsidP="00314067">
      <w:pPr>
        <w:spacing w:after="0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Подтверждаю, что право на приватизацию жилья ранее не использовано</w:t>
      </w:r>
      <w:r w:rsidRPr="00AF2EBC">
        <w:rPr>
          <w:rFonts w:ascii="Times New Roman" w:hAnsi="Times New Roman"/>
          <w:sz w:val="28"/>
          <w:szCs w:val="28"/>
        </w:rPr>
        <w:br/>
        <w:t>подпись (полностью Ф.И.О) _________________________________________________________________</w:t>
      </w:r>
    </w:p>
    <w:p w:rsidR="00DE5B0B" w:rsidRPr="00AF2EBC" w:rsidRDefault="00DE5B0B" w:rsidP="00314067">
      <w:pPr>
        <w:spacing w:after="0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__________________________________________________________________________________________</w:t>
      </w:r>
    </w:p>
    <w:p w:rsidR="00DE5B0B" w:rsidRPr="00AF2EBC" w:rsidRDefault="00DE5B0B" w:rsidP="00314067">
      <w:pPr>
        <w:spacing w:after="0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b/>
          <w:bCs/>
          <w:sz w:val="28"/>
          <w:szCs w:val="28"/>
        </w:rPr>
        <w:t>3.Фамилия Имя Отчество</w:t>
      </w:r>
      <w:r w:rsidRPr="00AF2EBC">
        <w:rPr>
          <w:rFonts w:ascii="Times New Roman" w:hAnsi="Times New Roman"/>
          <w:sz w:val="28"/>
          <w:szCs w:val="28"/>
        </w:rPr>
        <w:t xml:space="preserve"> </w:t>
      </w:r>
    </w:p>
    <w:p w:rsidR="00DE5B0B" w:rsidRPr="00AF2EBC" w:rsidRDefault="00DE5B0B" w:rsidP="00314067">
      <w:pPr>
        <w:spacing w:after="0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дата рождения__________________________</w:t>
      </w:r>
    </w:p>
    <w:p w:rsidR="00DE5B0B" w:rsidRPr="00AF2EBC" w:rsidRDefault="00DE5B0B" w:rsidP="00314067">
      <w:pPr>
        <w:spacing w:after="0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родственные отношения к квартиросъемщику ____________________________</w:t>
      </w:r>
      <w:r w:rsidRPr="00AF2EBC">
        <w:rPr>
          <w:rFonts w:ascii="Times New Roman" w:hAnsi="Times New Roman"/>
          <w:sz w:val="28"/>
          <w:szCs w:val="28"/>
        </w:rPr>
        <w:br/>
        <w:t xml:space="preserve">данные паспорта или свидетельства о рождении (до 14 лет) (номер, кем и когда выдан) ______________ </w:t>
      </w:r>
      <w:r w:rsidRPr="00AF2EBC">
        <w:rPr>
          <w:rFonts w:ascii="Times New Roman" w:hAnsi="Times New Roman"/>
          <w:sz w:val="28"/>
          <w:szCs w:val="28"/>
        </w:rPr>
        <w:br/>
        <w:t>__________________________________________________________________________________________</w:t>
      </w:r>
      <w:r w:rsidRPr="00AF2EBC">
        <w:rPr>
          <w:rFonts w:ascii="Times New Roman" w:hAnsi="Times New Roman"/>
          <w:sz w:val="28"/>
          <w:szCs w:val="28"/>
        </w:rPr>
        <w:br/>
        <w:t>размер доли___________________________________</w:t>
      </w:r>
    </w:p>
    <w:p w:rsidR="00DE5B0B" w:rsidRPr="00AF2EBC" w:rsidRDefault="00DE5B0B" w:rsidP="00314067">
      <w:pPr>
        <w:spacing w:after="0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Подтверждаю, что право на приватизацию жилья ранее не использовано</w:t>
      </w:r>
      <w:r w:rsidRPr="00AF2EBC">
        <w:rPr>
          <w:rFonts w:ascii="Times New Roman" w:hAnsi="Times New Roman"/>
          <w:sz w:val="28"/>
          <w:szCs w:val="28"/>
        </w:rPr>
        <w:br/>
        <w:t>подпись (полностью Ф.И.О) _________________________________________________________________</w:t>
      </w:r>
    </w:p>
    <w:p w:rsidR="00DE5B0B" w:rsidRPr="00AF2EBC" w:rsidRDefault="00DE5B0B" w:rsidP="00314067">
      <w:pPr>
        <w:spacing w:after="0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__________________________________________________________________________________________</w:t>
      </w:r>
    </w:p>
    <w:p w:rsidR="00DE5B0B" w:rsidRPr="00AF2EBC" w:rsidRDefault="00DE5B0B" w:rsidP="00314067">
      <w:pPr>
        <w:spacing w:after="0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b/>
          <w:bCs/>
          <w:sz w:val="28"/>
          <w:szCs w:val="28"/>
        </w:rPr>
        <w:t>4.Фамилия Имя Отчество</w:t>
      </w:r>
      <w:r w:rsidRPr="00AF2EBC">
        <w:rPr>
          <w:rFonts w:ascii="Times New Roman" w:hAnsi="Times New Roman"/>
          <w:sz w:val="28"/>
          <w:szCs w:val="28"/>
        </w:rPr>
        <w:t xml:space="preserve"> </w:t>
      </w:r>
    </w:p>
    <w:p w:rsidR="00DE5B0B" w:rsidRPr="00AF2EBC" w:rsidRDefault="00DE5B0B" w:rsidP="00314067">
      <w:pPr>
        <w:spacing w:after="0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дата рождения__________________________</w:t>
      </w:r>
    </w:p>
    <w:p w:rsidR="00DE5B0B" w:rsidRPr="00AF2EBC" w:rsidRDefault="00DE5B0B" w:rsidP="00314067">
      <w:pPr>
        <w:spacing w:after="0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родственные отношения к квартиросъемщику ____________________________</w:t>
      </w:r>
      <w:r w:rsidRPr="00AF2EBC">
        <w:rPr>
          <w:rFonts w:ascii="Times New Roman" w:hAnsi="Times New Roman"/>
          <w:sz w:val="28"/>
          <w:szCs w:val="28"/>
        </w:rPr>
        <w:br/>
        <w:t xml:space="preserve">данные паспорта или свидетельства о рождении (до 14 лет) (номер, кем и когда выдан) ______________ </w:t>
      </w:r>
      <w:r w:rsidRPr="00AF2EBC">
        <w:rPr>
          <w:rFonts w:ascii="Times New Roman" w:hAnsi="Times New Roman"/>
          <w:sz w:val="28"/>
          <w:szCs w:val="28"/>
        </w:rPr>
        <w:br/>
        <w:t>__________________________________________________________________________________________</w:t>
      </w:r>
      <w:r w:rsidRPr="00AF2EBC">
        <w:rPr>
          <w:rFonts w:ascii="Times New Roman" w:hAnsi="Times New Roman"/>
          <w:sz w:val="28"/>
          <w:szCs w:val="28"/>
        </w:rPr>
        <w:br/>
        <w:t>размер доли___________________________________</w:t>
      </w:r>
    </w:p>
    <w:p w:rsidR="00DE5B0B" w:rsidRPr="00AF2EBC" w:rsidRDefault="00DE5B0B" w:rsidP="00314067">
      <w:pPr>
        <w:spacing w:after="0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Подтверждаю, что право на приватизацию жилья ранее не использовано</w:t>
      </w:r>
      <w:r w:rsidRPr="00AF2EBC">
        <w:rPr>
          <w:rFonts w:ascii="Times New Roman" w:hAnsi="Times New Roman"/>
          <w:sz w:val="28"/>
          <w:szCs w:val="28"/>
        </w:rPr>
        <w:br/>
        <w:t>подпись (полностью Ф.И.О) _________________________________________________________________</w:t>
      </w:r>
    </w:p>
    <w:p w:rsidR="00DE5B0B" w:rsidRPr="00AF2EBC" w:rsidRDefault="00DE5B0B" w:rsidP="00314067">
      <w:pPr>
        <w:spacing w:after="0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__________________________________________________________________________________________</w:t>
      </w:r>
    </w:p>
    <w:p w:rsidR="00DE5B0B" w:rsidRPr="00AF2EBC" w:rsidRDefault="00DE5B0B" w:rsidP="00314067">
      <w:pPr>
        <w:spacing w:after="0"/>
        <w:rPr>
          <w:rFonts w:ascii="Times New Roman" w:hAnsi="Times New Roman"/>
          <w:b/>
          <w:bCs/>
          <w:sz w:val="28"/>
          <w:szCs w:val="28"/>
          <w:u w:val="single"/>
        </w:rPr>
      </w:pPr>
      <w:r w:rsidRPr="00AF2EBC">
        <w:rPr>
          <w:rFonts w:ascii="Times New Roman" w:hAnsi="Times New Roman"/>
          <w:sz w:val="28"/>
          <w:szCs w:val="28"/>
        </w:rPr>
        <w:br/>
      </w:r>
      <w:r w:rsidRPr="00AF2EBC">
        <w:rPr>
          <w:rFonts w:ascii="Times New Roman" w:hAnsi="Times New Roman"/>
          <w:b/>
          <w:bCs/>
          <w:sz w:val="28"/>
          <w:szCs w:val="28"/>
          <w:u w:val="single"/>
        </w:rPr>
        <w:t xml:space="preserve">В приватизации жилого помещения участия не принимают: </w:t>
      </w:r>
    </w:p>
    <w:p w:rsidR="00DE5B0B" w:rsidRPr="00AF2EBC" w:rsidRDefault="00DE5B0B" w:rsidP="00314067">
      <w:pPr>
        <w:spacing w:after="0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b/>
          <w:bCs/>
          <w:sz w:val="28"/>
          <w:szCs w:val="28"/>
        </w:rPr>
        <w:t>1.Фамилия Имя Отчество</w:t>
      </w:r>
      <w:r w:rsidRPr="00AF2EBC">
        <w:rPr>
          <w:rFonts w:ascii="Times New Roman" w:hAnsi="Times New Roman"/>
          <w:sz w:val="28"/>
          <w:szCs w:val="28"/>
        </w:rPr>
        <w:t xml:space="preserve"> </w:t>
      </w:r>
    </w:p>
    <w:p w:rsidR="00DE5B0B" w:rsidRPr="00AF2EBC" w:rsidRDefault="00DE5B0B" w:rsidP="00314067">
      <w:pPr>
        <w:spacing w:after="0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дата рождения__________________________</w:t>
      </w:r>
    </w:p>
    <w:p w:rsidR="00DE5B0B" w:rsidRPr="00AF2EBC" w:rsidRDefault="00DE5B0B" w:rsidP="00314067">
      <w:pPr>
        <w:spacing w:after="0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родственные отношения к квартиросъемщику ____________________________</w:t>
      </w:r>
      <w:r w:rsidRPr="00AF2EBC">
        <w:rPr>
          <w:rFonts w:ascii="Times New Roman" w:hAnsi="Times New Roman"/>
          <w:sz w:val="28"/>
          <w:szCs w:val="28"/>
        </w:rPr>
        <w:br/>
        <w:t xml:space="preserve">данные паспорта или свидетельства о рождении (до 14 лет) (номер, кем и когда выдан) ______________ </w:t>
      </w:r>
      <w:r w:rsidRPr="00AF2EBC">
        <w:rPr>
          <w:rFonts w:ascii="Times New Roman" w:hAnsi="Times New Roman"/>
          <w:sz w:val="28"/>
          <w:szCs w:val="28"/>
        </w:rPr>
        <w:br/>
        <w:t>__________________________________________________________________________________________</w:t>
      </w:r>
      <w:r w:rsidRPr="00AF2EBC">
        <w:rPr>
          <w:rFonts w:ascii="Times New Roman" w:hAnsi="Times New Roman"/>
          <w:sz w:val="28"/>
          <w:szCs w:val="28"/>
        </w:rPr>
        <w:br/>
        <w:t>размер доли___________________________________</w:t>
      </w:r>
    </w:p>
    <w:p w:rsidR="00DE5B0B" w:rsidRPr="00AF2EBC" w:rsidRDefault="00DE5B0B" w:rsidP="00314067">
      <w:pPr>
        <w:spacing w:after="0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Подтверждаю, что право на приватизацию жилья ранее не использовано</w:t>
      </w:r>
      <w:r w:rsidRPr="00AF2EBC">
        <w:rPr>
          <w:rFonts w:ascii="Times New Roman" w:hAnsi="Times New Roman"/>
          <w:sz w:val="28"/>
          <w:szCs w:val="28"/>
        </w:rPr>
        <w:br/>
        <w:t>подпись (полностью Ф.И.О) _________________________________________________________________</w:t>
      </w:r>
    </w:p>
    <w:p w:rsidR="00DE5B0B" w:rsidRPr="00AF2EBC" w:rsidRDefault="00DE5B0B" w:rsidP="00314067">
      <w:pPr>
        <w:spacing w:after="0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__________________________________________________________________________________________</w:t>
      </w:r>
    </w:p>
    <w:p w:rsidR="00DE5B0B" w:rsidRPr="00AF2EBC" w:rsidRDefault="00DE5B0B" w:rsidP="00314067">
      <w:pPr>
        <w:spacing w:after="0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b/>
          <w:bCs/>
          <w:sz w:val="28"/>
          <w:szCs w:val="28"/>
        </w:rPr>
        <w:t>2.Фамилия Имя Отчество</w:t>
      </w:r>
      <w:r w:rsidRPr="00AF2EBC">
        <w:rPr>
          <w:rFonts w:ascii="Times New Roman" w:hAnsi="Times New Roman"/>
          <w:sz w:val="28"/>
          <w:szCs w:val="28"/>
        </w:rPr>
        <w:t xml:space="preserve"> </w:t>
      </w:r>
    </w:p>
    <w:p w:rsidR="00DE5B0B" w:rsidRPr="00AF2EBC" w:rsidRDefault="00DE5B0B" w:rsidP="00314067">
      <w:pPr>
        <w:spacing w:after="0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дата рождения__________________________</w:t>
      </w:r>
    </w:p>
    <w:p w:rsidR="00DE5B0B" w:rsidRPr="00AF2EBC" w:rsidRDefault="00DE5B0B" w:rsidP="00314067">
      <w:pPr>
        <w:spacing w:after="0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родственные отношения к квартиросъемщику ____________________________</w:t>
      </w:r>
      <w:r w:rsidRPr="00AF2EBC">
        <w:rPr>
          <w:rFonts w:ascii="Times New Roman" w:hAnsi="Times New Roman"/>
          <w:sz w:val="28"/>
          <w:szCs w:val="28"/>
        </w:rPr>
        <w:br/>
        <w:t xml:space="preserve">данные паспорта или свидетельства о рождении (до 14 лет) (номер, кем и когда выдан) ______________ </w:t>
      </w:r>
      <w:r w:rsidRPr="00AF2EBC">
        <w:rPr>
          <w:rFonts w:ascii="Times New Roman" w:hAnsi="Times New Roman"/>
          <w:sz w:val="28"/>
          <w:szCs w:val="28"/>
        </w:rPr>
        <w:br/>
        <w:t>__________________________________________________________________________________________</w:t>
      </w:r>
      <w:r w:rsidRPr="00AF2EBC">
        <w:rPr>
          <w:rFonts w:ascii="Times New Roman" w:hAnsi="Times New Roman"/>
          <w:sz w:val="28"/>
          <w:szCs w:val="28"/>
        </w:rPr>
        <w:br/>
        <w:t>размер доли___________________________________</w:t>
      </w:r>
    </w:p>
    <w:p w:rsidR="00DE5B0B" w:rsidRPr="00AF2EBC" w:rsidRDefault="00DE5B0B" w:rsidP="00314067">
      <w:pPr>
        <w:spacing w:after="0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Подтверждаю, что право на приватизацию жилья ранее не использовано</w:t>
      </w:r>
      <w:r w:rsidRPr="00AF2EBC">
        <w:rPr>
          <w:rFonts w:ascii="Times New Roman" w:hAnsi="Times New Roman"/>
          <w:sz w:val="28"/>
          <w:szCs w:val="28"/>
        </w:rPr>
        <w:br/>
        <w:t>подпись (полностью Ф.И.О) _________________________________________________________________</w:t>
      </w:r>
    </w:p>
    <w:p w:rsidR="00DE5B0B" w:rsidRPr="00AF2EBC" w:rsidRDefault="00DE5B0B" w:rsidP="00314067">
      <w:pPr>
        <w:spacing w:after="0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__________________________________________________________________________________________</w:t>
      </w:r>
    </w:p>
    <w:p w:rsidR="00DE5B0B" w:rsidRPr="00AF2EBC" w:rsidRDefault="00DE5B0B" w:rsidP="00314067">
      <w:pPr>
        <w:spacing w:after="0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b/>
          <w:bCs/>
          <w:sz w:val="28"/>
          <w:szCs w:val="28"/>
        </w:rPr>
        <w:t>3.Фамилия Имя Отчество</w:t>
      </w:r>
      <w:r w:rsidRPr="00AF2EBC">
        <w:rPr>
          <w:rFonts w:ascii="Times New Roman" w:hAnsi="Times New Roman"/>
          <w:sz w:val="28"/>
          <w:szCs w:val="28"/>
        </w:rPr>
        <w:t xml:space="preserve"> </w:t>
      </w:r>
    </w:p>
    <w:p w:rsidR="00DE5B0B" w:rsidRPr="00AF2EBC" w:rsidRDefault="00DE5B0B" w:rsidP="00314067">
      <w:pPr>
        <w:spacing w:after="0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дата рождения__________________________</w:t>
      </w:r>
    </w:p>
    <w:p w:rsidR="00DE5B0B" w:rsidRPr="00AF2EBC" w:rsidRDefault="00DE5B0B" w:rsidP="00314067">
      <w:pPr>
        <w:spacing w:after="0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родственные отношения к квартиросъемщику ____________________________</w:t>
      </w:r>
      <w:r w:rsidRPr="00AF2EBC">
        <w:rPr>
          <w:rFonts w:ascii="Times New Roman" w:hAnsi="Times New Roman"/>
          <w:sz w:val="28"/>
          <w:szCs w:val="28"/>
        </w:rPr>
        <w:br/>
        <w:t xml:space="preserve">данные паспорта или свидетельства о рождении (до 14 лет) (номер, кем и когда выдан) ______________ </w:t>
      </w:r>
      <w:r w:rsidRPr="00AF2EBC">
        <w:rPr>
          <w:rFonts w:ascii="Times New Roman" w:hAnsi="Times New Roman"/>
          <w:sz w:val="28"/>
          <w:szCs w:val="28"/>
        </w:rPr>
        <w:br/>
        <w:t>__________________________________________________________________________________________</w:t>
      </w:r>
      <w:r w:rsidRPr="00AF2EBC">
        <w:rPr>
          <w:rFonts w:ascii="Times New Roman" w:hAnsi="Times New Roman"/>
          <w:sz w:val="28"/>
          <w:szCs w:val="28"/>
        </w:rPr>
        <w:br/>
        <w:t>размер доли___________________________________</w:t>
      </w:r>
    </w:p>
    <w:p w:rsidR="00DE5B0B" w:rsidRPr="00AF2EBC" w:rsidRDefault="00DE5B0B" w:rsidP="00314067">
      <w:pPr>
        <w:spacing w:after="0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Подтверждаю, что право на приватизацию жилья ранее не использовано</w:t>
      </w:r>
      <w:r w:rsidRPr="00AF2EBC">
        <w:rPr>
          <w:rFonts w:ascii="Times New Roman" w:hAnsi="Times New Roman"/>
          <w:sz w:val="28"/>
          <w:szCs w:val="28"/>
        </w:rPr>
        <w:br/>
        <w:t>подпись (полностью Ф.И.О) _________________________________________________________________</w:t>
      </w:r>
    </w:p>
    <w:p w:rsidR="00DE5B0B" w:rsidRPr="00AF2EBC" w:rsidRDefault="00DE5B0B" w:rsidP="00314067">
      <w:pPr>
        <w:spacing w:after="0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__________________________________________________________________________________________</w:t>
      </w:r>
    </w:p>
    <w:p w:rsidR="00DE5B0B" w:rsidRPr="00AF2EBC" w:rsidRDefault="00DE5B0B" w:rsidP="00314067">
      <w:pPr>
        <w:spacing w:after="0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b/>
          <w:bCs/>
          <w:sz w:val="28"/>
          <w:szCs w:val="28"/>
        </w:rPr>
        <w:t>4.Фамилия Имя Отчество</w:t>
      </w:r>
      <w:r w:rsidRPr="00AF2EBC">
        <w:rPr>
          <w:rFonts w:ascii="Times New Roman" w:hAnsi="Times New Roman"/>
          <w:sz w:val="28"/>
          <w:szCs w:val="28"/>
        </w:rPr>
        <w:t xml:space="preserve"> </w:t>
      </w:r>
    </w:p>
    <w:p w:rsidR="00DE5B0B" w:rsidRPr="00AF2EBC" w:rsidRDefault="00DE5B0B" w:rsidP="00314067">
      <w:pPr>
        <w:spacing w:after="0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дата рождения__________________________</w:t>
      </w:r>
    </w:p>
    <w:p w:rsidR="00DE5B0B" w:rsidRPr="00AF2EBC" w:rsidRDefault="00DE5B0B" w:rsidP="00314067">
      <w:pPr>
        <w:spacing w:after="0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родственные отношения к квартиросъемщику ____________________________</w:t>
      </w:r>
      <w:r w:rsidRPr="00AF2EBC">
        <w:rPr>
          <w:rFonts w:ascii="Times New Roman" w:hAnsi="Times New Roman"/>
          <w:sz w:val="28"/>
          <w:szCs w:val="28"/>
        </w:rPr>
        <w:br/>
        <w:t xml:space="preserve">данные паспорта или свидетельства о рождении (до 14 лет) (номер, кем и когда выдан) ______________ </w:t>
      </w:r>
      <w:r w:rsidRPr="00AF2EBC">
        <w:rPr>
          <w:rFonts w:ascii="Times New Roman" w:hAnsi="Times New Roman"/>
          <w:sz w:val="28"/>
          <w:szCs w:val="28"/>
        </w:rPr>
        <w:br/>
        <w:t>__________________________________________________________________________________________</w:t>
      </w:r>
      <w:r w:rsidRPr="00AF2EBC">
        <w:rPr>
          <w:rFonts w:ascii="Times New Roman" w:hAnsi="Times New Roman"/>
          <w:sz w:val="28"/>
          <w:szCs w:val="28"/>
        </w:rPr>
        <w:br/>
        <w:t>размер доли___________________________________</w:t>
      </w:r>
    </w:p>
    <w:p w:rsidR="00DE5B0B" w:rsidRPr="00AF2EBC" w:rsidRDefault="00DE5B0B" w:rsidP="00314067">
      <w:pPr>
        <w:spacing w:after="0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Подтверждаю, что право на приватизацию жилья ранее не использовано</w:t>
      </w:r>
      <w:r w:rsidRPr="00AF2EBC">
        <w:rPr>
          <w:rFonts w:ascii="Times New Roman" w:hAnsi="Times New Roman"/>
          <w:sz w:val="28"/>
          <w:szCs w:val="28"/>
        </w:rPr>
        <w:br/>
        <w:t>подпись (полностью Ф.И.О) _________________________________________________________________</w:t>
      </w:r>
    </w:p>
    <w:p w:rsidR="00DE5B0B" w:rsidRPr="00AF2EBC" w:rsidRDefault="00DE5B0B" w:rsidP="00314067">
      <w:pPr>
        <w:spacing w:after="0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__________________________________________________________________________________________</w:t>
      </w:r>
    </w:p>
    <w:p w:rsidR="00DE5B0B" w:rsidRPr="00AF2EBC" w:rsidRDefault="00DE5B0B" w:rsidP="00314067">
      <w:pPr>
        <w:spacing w:after="0"/>
        <w:rPr>
          <w:rFonts w:ascii="Times New Roman" w:hAnsi="Times New Roman"/>
          <w:sz w:val="28"/>
          <w:szCs w:val="28"/>
        </w:rPr>
      </w:pP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    1. В заявлении указаны все лица, зарегистрированные в данном жилом помещении, включая лиц, временно отсутствующих, но сохраняющих право на жилую площадь в соответствии с действующим законодательством (на учебе, в местах лишения свободы, в армии и т.д.);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    2. Персональные данные заявителей обрабатываются с целью принятия решения о передаче занимаемого жилого помещения в собственность. Обработка персональных данных осуществляется в авдминистрации Ярковского сельсовета и включает в себя сбор, накопление, передачу, и хранение персональных данных, обработка осуществляется как автоматизированным, так и неавтоматизированным способом. Персональные данные заявителей подлежат хранению в течение 75 лет в архиве администрации Ярковского сельсовета  по адресу: г.Новосибирск, ул.</w:t>
      </w:r>
      <w:r w:rsidRPr="00AF2EBC">
        <w:rPr>
          <w:rFonts w:ascii="Times New Roman" w:hAnsi="Times New Roman"/>
          <w:color w:val="800000"/>
          <w:sz w:val="28"/>
          <w:szCs w:val="28"/>
        </w:rPr>
        <w:t>Трудовая, 1.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Специалист _________________________________________________________________________</w:t>
      </w:r>
    </w:p>
    <w:p w:rsidR="00DE5B0B" w:rsidRPr="00AF2EBC" w:rsidRDefault="00DE5B0B" w:rsidP="00314067">
      <w:pPr>
        <w:spacing w:after="0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        (фамилия, дата)                        (фамилия, дата)</w:t>
      </w:r>
      <w:r w:rsidRPr="00AF2EBC">
        <w:rPr>
          <w:rFonts w:ascii="Times New Roman" w:hAnsi="Times New Roman"/>
          <w:sz w:val="28"/>
          <w:szCs w:val="28"/>
        </w:rPr>
        <w:br/>
      </w:r>
    </w:p>
    <w:p w:rsidR="00DE5B0B" w:rsidRPr="00AF2EBC" w:rsidRDefault="00DE5B0B" w:rsidP="00314067">
      <w:pPr>
        <w:spacing w:after="0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Дело проверил _____________________________специалист___________________________________________</w:t>
      </w: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        (фамилия, дата)                        (фамилия, дата)</w:t>
      </w:r>
    </w:p>
    <w:p w:rsidR="00DE5B0B" w:rsidRPr="00AF2EBC" w:rsidRDefault="00DE5B0B" w:rsidP="00314067">
      <w:pPr>
        <w:spacing w:after="0"/>
        <w:rPr>
          <w:rFonts w:ascii="Times New Roman" w:hAnsi="Times New Roman"/>
          <w:sz w:val="28"/>
          <w:szCs w:val="28"/>
        </w:rPr>
      </w:pPr>
    </w:p>
    <w:p w:rsidR="00DE5B0B" w:rsidRPr="00AF2EBC" w:rsidRDefault="00DE5B0B" w:rsidP="0031406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Руководитель________________________________</w:t>
      </w:r>
    </w:p>
    <w:p w:rsidR="00DE5B0B" w:rsidRPr="00AF2EBC" w:rsidRDefault="00DE5B0B" w:rsidP="00314067">
      <w:pPr>
        <w:spacing w:after="0"/>
        <w:ind w:left="720"/>
        <w:jc w:val="right"/>
        <w:rPr>
          <w:rFonts w:ascii="Times New Roman" w:hAnsi="Times New Roman"/>
          <w:sz w:val="28"/>
          <w:szCs w:val="28"/>
        </w:rPr>
      </w:pPr>
    </w:p>
    <w:p w:rsidR="00DE5B0B" w:rsidRPr="00AF2EBC" w:rsidRDefault="00DE5B0B" w:rsidP="00314067">
      <w:pPr>
        <w:spacing w:after="0"/>
        <w:ind w:left="720"/>
        <w:jc w:val="right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br w:type="page"/>
        <w:t>ПРИЛОЖЕНИЕ № 2</w:t>
      </w:r>
    </w:p>
    <w:p w:rsidR="00DE5B0B" w:rsidRPr="00AF2EBC" w:rsidRDefault="00DE5B0B" w:rsidP="00314067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DE5B0B" w:rsidRPr="00AF2EBC" w:rsidRDefault="00DE5B0B" w:rsidP="00314067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:rsidR="00DE5B0B" w:rsidRPr="00AF2EBC" w:rsidRDefault="00DE5B0B" w:rsidP="00314067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по приватизации жилых помещений</w:t>
      </w:r>
    </w:p>
    <w:p w:rsidR="00DE5B0B" w:rsidRPr="00AF2EBC" w:rsidRDefault="00DE5B0B" w:rsidP="00314067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муниципального жилищного фонда</w:t>
      </w:r>
    </w:p>
    <w:p w:rsidR="00DE5B0B" w:rsidRPr="00AF2EBC" w:rsidRDefault="00DE5B0B" w:rsidP="0031406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E5B0B" w:rsidRPr="00AF2EBC" w:rsidRDefault="00DE5B0B" w:rsidP="00314067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БЛОК-СХЕМА</w:t>
      </w:r>
    </w:p>
    <w:p w:rsidR="00DE5B0B" w:rsidRPr="00AF2EBC" w:rsidRDefault="00DE5B0B" w:rsidP="00314067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F2EBC"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:rsidR="00DE5B0B" w:rsidRPr="00AF2EBC" w:rsidRDefault="00DE5B0B" w:rsidP="0031406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79"/>
        <w:gridCol w:w="3379"/>
        <w:gridCol w:w="3379"/>
      </w:tblGrid>
      <w:tr w:rsidR="00DE5B0B" w:rsidRPr="00AF2EBC" w:rsidTr="000276A6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B0B" w:rsidRPr="00AF2EBC" w:rsidRDefault="00DE5B0B" w:rsidP="0031406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2EBC">
              <w:rPr>
                <w:rFonts w:ascii="Times New Roman" w:hAnsi="Times New Roman"/>
                <w:sz w:val="28"/>
                <w:szCs w:val="28"/>
              </w:rPr>
              <w:t xml:space="preserve">Прием и регистрация заявления и документов, необходимых для предоставления муниципальной услуги </w:t>
            </w:r>
          </w:p>
        </w:tc>
      </w:tr>
      <w:tr w:rsidR="00DE5B0B" w:rsidRPr="00AF2EBC" w:rsidTr="000276A6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5B0B" w:rsidRPr="00AF2EBC" w:rsidRDefault="00DE5B0B" w:rsidP="0031406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5B0B" w:rsidRPr="00AF2EBC" w:rsidRDefault="00DE5B0B" w:rsidP="0031406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82.65pt;margin-top:-.4pt;width:.75pt;height:16.5pt;z-index:251658240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5B0B" w:rsidRPr="00AF2EBC" w:rsidRDefault="00DE5B0B" w:rsidP="0031406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5B0B" w:rsidRPr="00AF2EBC" w:rsidTr="000276A6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B0B" w:rsidRPr="00AF2EBC" w:rsidRDefault="00DE5B0B" w:rsidP="00314067">
            <w:pPr>
              <w:spacing w:after="0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2EBC">
              <w:rPr>
                <w:rFonts w:ascii="Times New Roman" w:hAnsi="Times New Roman"/>
                <w:sz w:val="28"/>
                <w:szCs w:val="28"/>
              </w:rPr>
              <w:t>Проверка сведений, представленных заявителем</w:t>
            </w:r>
          </w:p>
        </w:tc>
      </w:tr>
      <w:tr w:rsidR="00DE5B0B" w:rsidRPr="00AF2EBC" w:rsidTr="000276A6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5B0B" w:rsidRPr="00AF2EBC" w:rsidRDefault="00DE5B0B" w:rsidP="0031406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5B0B" w:rsidRPr="00AF2EBC" w:rsidRDefault="00DE5B0B" w:rsidP="0031406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</w:rPr>
              <w:pict>
                <v:shape id="_x0000_s1027" type="#_x0000_t32" style="position:absolute;margin-left:81.9pt;margin-top:.15pt;width:.75pt;height:16.5pt;z-index:25165926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5B0B" w:rsidRPr="00AF2EBC" w:rsidRDefault="00DE5B0B" w:rsidP="0031406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5B0B" w:rsidRPr="00AF2EBC" w:rsidTr="000276A6"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B0B" w:rsidRPr="00AF2EBC" w:rsidRDefault="00DE5B0B" w:rsidP="0031406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2EBC">
              <w:rPr>
                <w:rFonts w:ascii="Times New Roman" w:hAnsi="Times New Roman"/>
                <w:sz w:val="28"/>
                <w:szCs w:val="28"/>
              </w:rPr>
              <w:t>Принятие решения о предоставлении муниципальной услуги</w:t>
            </w:r>
          </w:p>
        </w:tc>
      </w:tr>
      <w:tr w:rsidR="00DE5B0B" w:rsidRPr="00AF2EBC" w:rsidTr="000276A6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5B0B" w:rsidRPr="00AF2EBC" w:rsidRDefault="00DE5B0B" w:rsidP="0031406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</w:rPr>
              <w:pict>
                <v:shape id="_x0000_s1028" type="#_x0000_t32" style="position:absolute;left:0;text-align:left;margin-left:124.1pt;margin-top:-.8pt;width:.75pt;height:16.5pt;z-index:25166028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5B0B" w:rsidRPr="00AF2EBC" w:rsidRDefault="00DE5B0B" w:rsidP="0031406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5B0B" w:rsidRPr="00AF2EBC" w:rsidRDefault="00DE5B0B" w:rsidP="0031406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</w:rPr>
              <w:pict>
                <v:shape id="_x0000_s1029" type="#_x0000_t32" style="position:absolute;left:0;text-align:left;margin-left:70.45pt;margin-top:-.8pt;width:.75pt;height:16.5pt;z-index:251661312;mso-position-horizontal-relative:text;mso-position-vertical-relative:text" o:connectortype="straight">
                  <v:stroke endarrow="block"/>
                </v:shape>
              </w:pict>
            </w:r>
          </w:p>
        </w:tc>
      </w:tr>
      <w:tr w:rsidR="00DE5B0B" w:rsidRPr="00AF2EBC" w:rsidTr="000276A6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B0B" w:rsidRPr="00AF2EBC" w:rsidRDefault="00DE5B0B" w:rsidP="00314067">
            <w:pPr>
              <w:autoSpaceDE w:val="0"/>
              <w:autoSpaceDN w:val="0"/>
              <w:adjustRightInd w:val="0"/>
              <w:spacing w:after="0"/>
              <w:ind w:left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2EBC">
              <w:rPr>
                <w:rFonts w:ascii="Times New Roman" w:hAnsi="Times New Roman"/>
                <w:sz w:val="28"/>
                <w:szCs w:val="28"/>
              </w:rPr>
              <w:t>Договор передачи жилого помещения в собственность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E5B0B" w:rsidRPr="00AF2EBC" w:rsidRDefault="00DE5B0B" w:rsidP="0031406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B0B" w:rsidRPr="00AF2EBC" w:rsidRDefault="00DE5B0B" w:rsidP="0031406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2EBC">
              <w:rPr>
                <w:rFonts w:ascii="Times New Roman" w:hAnsi="Times New Roman"/>
                <w:sz w:val="28"/>
                <w:szCs w:val="28"/>
              </w:rPr>
              <w:t>Отказ в предоставлении муниципальной услуги</w:t>
            </w:r>
          </w:p>
        </w:tc>
      </w:tr>
    </w:tbl>
    <w:p w:rsidR="00DE5B0B" w:rsidRPr="00AF2EBC" w:rsidRDefault="00DE5B0B" w:rsidP="00314067">
      <w:pPr>
        <w:jc w:val="center"/>
        <w:rPr>
          <w:sz w:val="28"/>
          <w:szCs w:val="28"/>
        </w:rPr>
      </w:pPr>
    </w:p>
    <w:p w:rsidR="00DE5B0B" w:rsidRPr="00AF2EBC" w:rsidRDefault="00DE5B0B" w:rsidP="00314067">
      <w:pPr>
        <w:jc w:val="center"/>
        <w:rPr>
          <w:sz w:val="28"/>
          <w:szCs w:val="28"/>
        </w:rPr>
      </w:pPr>
    </w:p>
    <w:p w:rsidR="00DE5B0B" w:rsidRPr="00AF2EBC" w:rsidRDefault="00DE5B0B" w:rsidP="00314067">
      <w:pPr>
        <w:jc w:val="center"/>
        <w:rPr>
          <w:sz w:val="28"/>
          <w:szCs w:val="28"/>
        </w:rPr>
      </w:pPr>
    </w:p>
    <w:p w:rsidR="00DE5B0B" w:rsidRPr="00AF2EBC" w:rsidRDefault="00DE5B0B" w:rsidP="00314067">
      <w:pPr>
        <w:ind w:firstLine="540"/>
        <w:jc w:val="both"/>
        <w:rPr>
          <w:sz w:val="28"/>
          <w:szCs w:val="28"/>
        </w:rPr>
      </w:pPr>
    </w:p>
    <w:p w:rsidR="00DE5B0B" w:rsidRPr="00AF2EBC" w:rsidRDefault="00DE5B0B" w:rsidP="00314067">
      <w:pPr>
        <w:ind w:left="5040"/>
        <w:jc w:val="center"/>
        <w:rPr>
          <w:sz w:val="28"/>
          <w:szCs w:val="28"/>
        </w:rPr>
      </w:pPr>
    </w:p>
    <w:p w:rsidR="00DE5B0B" w:rsidRPr="00AF2EBC" w:rsidRDefault="00DE5B0B">
      <w:pPr>
        <w:rPr>
          <w:sz w:val="28"/>
          <w:szCs w:val="28"/>
        </w:rPr>
      </w:pPr>
    </w:p>
    <w:p w:rsidR="00DE5B0B" w:rsidRPr="00AF2EBC" w:rsidRDefault="00DE5B0B">
      <w:pPr>
        <w:rPr>
          <w:sz w:val="28"/>
          <w:szCs w:val="28"/>
        </w:rPr>
      </w:pPr>
    </w:p>
    <w:p w:rsidR="00DE5B0B" w:rsidRPr="00AF2EBC" w:rsidRDefault="00DE5B0B">
      <w:pPr>
        <w:rPr>
          <w:sz w:val="28"/>
          <w:szCs w:val="28"/>
        </w:rPr>
      </w:pPr>
    </w:p>
    <w:p w:rsidR="00DE5B0B" w:rsidRPr="00AF2EBC" w:rsidRDefault="00DE5B0B">
      <w:pPr>
        <w:rPr>
          <w:sz w:val="28"/>
          <w:szCs w:val="28"/>
        </w:rPr>
      </w:pPr>
    </w:p>
    <w:p w:rsidR="00DE5B0B" w:rsidRPr="00AF2EBC" w:rsidRDefault="00DE5B0B">
      <w:pPr>
        <w:rPr>
          <w:sz w:val="28"/>
          <w:szCs w:val="28"/>
        </w:rPr>
      </w:pPr>
    </w:p>
    <w:p w:rsidR="00DE5B0B" w:rsidRPr="00AF2EBC" w:rsidRDefault="00DE5B0B">
      <w:pPr>
        <w:rPr>
          <w:sz w:val="28"/>
          <w:szCs w:val="28"/>
        </w:rPr>
      </w:pPr>
    </w:p>
    <w:p w:rsidR="00DE5B0B" w:rsidRPr="00AF2EBC" w:rsidRDefault="00DE5B0B">
      <w:pPr>
        <w:rPr>
          <w:sz w:val="28"/>
          <w:szCs w:val="28"/>
        </w:rPr>
      </w:pPr>
    </w:p>
    <w:sectPr w:rsidR="00DE5B0B" w:rsidRPr="00AF2EBC" w:rsidSect="00FA2370">
      <w:headerReference w:type="defaul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5B0B" w:rsidRDefault="00DE5B0B" w:rsidP="00054B63">
      <w:pPr>
        <w:spacing w:after="0" w:line="240" w:lineRule="auto"/>
      </w:pPr>
      <w:r>
        <w:separator/>
      </w:r>
    </w:p>
  </w:endnote>
  <w:endnote w:type="continuationSeparator" w:id="0">
    <w:p w:rsidR="00DE5B0B" w:rsidRDefault="00DE5B0B" w:rsidP="00054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5B0B" w:rsidRDefault="00DE5B0B" w:rsidP="00054B63">
      <w:pPr>
        <w:spacing w:after="0" w:line="240" w:lineRule="auto"/>
      </w:pPr>
      <w:r>
        <w:separator/>
      </w:r>
    </w:p>
  </w:footnote>
  <w:footnote w:type="continuationSeparator" w:id="0">
    <w:p w:rsidR="00DE5B0B" w:rsidRDefault="00DE5B0B" w:rsidP="00054B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B0B" w:rsidRDefault="00DE5B0B"/>
  <w:p w:rsidR="00DE5B0B" w:rsidRDefault="00DE5B0B">
    <w:pPr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cs="Times New Roman" w:hint="default"/>
      </w:rPr>
    </w:lvl>
  </w:abstractNum>
  <w:abstractNum w:abstractNumId="1">
    <w:nsid w:val="448D1B93"/>
    <w:multiLevelType w:val="multilevel"/>
    <w:tmpl w:val="22EC1EE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  <w:color w:val="000000"/>
        <w:u w:val="none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  <w:u w:val="none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00000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00000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color w:val="000000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4067"/>
    <w:rsid w:val="000276A6"/>
    <w:rsid w:val="0003031A"/>
    <w:rsid w:val="00054B63"/>
    <w:rsid w:val="00060984"/>
    <w:rsid w:val="000855D2"/>
    <w:rsid w:val="000E3DC9"/>
    <w:rsid w:val="00104F84"/>
    <w:rsid w:val="001509C6"/>
    <w:rsid w:val="002D1733"/>
    <w:rsid w:val="003024FE"/>
    <w:rsid w:val="00310889"/>
    <w:rsid w:val="00314067"/>
    <w:rsid w:val="003462BE"/>
    <w:rsid w:val="00371E2C"/>
    <w:rsid w:val="003B1A09"/>
    <w:rsid w:val="003E194E"/>
    <w:rsid w:val="003F416A"/>
    <w:rsid w:val="00466FF4"/>
    <w:rsid w:val="00477359"/>
    <w:rsid w:val="00497E09"/>
    <w:rsid w:val="004E3CE3"/>
    <w:rsid w:val="005317DA"/>
    <w:rsid w:val="005E2C12"/>
    <w:rsid w:val="006035A4"/>
    <w:rsid w:val="00610F6A"/>
    <w:rsid w:val="0062708E"/>
    <w:rsid w:val="006320FD"/>
    <w:rsid w:val="00643BD9"/>
    <w:rsid w:val="006A09ED"/>
    <w:rsid w:val="006D5D5F"/>
    <w:rsid w:val="006D7DF2"/>
    <w:rsid w:val="006E2BE3"/>
    <w:rsid w:val="00757811"/>
    <w:rsid w:val="007818DA"/>
    <w:rsid w:val="007843D1"/>
    <w:rsid w:val="007C2D51"/>
    <w:rsid w:val="007F6DA1"/>
    <w:rsid w:val="00807F73"/>
    <w:rsid w:val="00813728"/>
    <w:rsid w:val="008C2A56"/>
    <w:rsid w:val="008E4A61"/>
    <w:rsid w:val="009102E5"/>
    <w:rsid w:val="009B6879"/>
    <w:rsid w:val="00A7599D"/>
    <w:rsid w:val="00AA3002"/>
    <w:rsid w:val="00AB6DD7"/>
    <w:rsid w:val="00AE66A8"/>
    <w:rsid w:val="00AF2EBC"/>
    <w:rsid w:val="00AF6CDE"/>
    <w:rsid w:val="00B12586"/>
    <w:rsid w:val="00B22A69"/>
    <w:rsid w:val="00B349CD"/>
    <w:rsid w:val="00BB0901"/>
    <w:rsid w:val="00BB224F"/>
    <w:rsid w:val="00BB2508"/>
    <w:rsid w:val="00BC1685"/>
    <w:rsid w:val="00BE6D5F"/>
    <w:rsid w:val="00C45780"/>
    <w:rsid w:val="00D67A69"/>
    <w:rsid w:val="00DA5AFE"/>
    <w:rsid w:val="00DE5B0B"/>
    <w:rsid w:val="00E2288F"/>
    <w:rsid w:val="00E76E7B"/>
    <w:rsid w:val="00E8396A"/>
    <w:rsid w:val="00F430C6"/>
    <w:rsid w:val="00F50059"/>
    <w:rsid w:val="00FA2370"/>
    <w:rsid w:val="00FA7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4B63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uiPriority w:val="99"/>
    <w:qFormat/>
    <w:rsid w:val="005E2C12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E2C12"/>
    <w:rPr>
      <w:rFonts w:ascii="Times New Roman" w:hAnsi="Times New Roman" w:cs="Times New Roman"/>
      <w:b/>
      <w:sz w:val="28"/>
      <w:szCs w:val="28"/>
    </w:rPr>
  </w:style>
  <w:style w:type="character" w:styleId="Hyperlink">
    <w:name w:val="Hyperlink"/>
    <w:basedOn w:val="DefaultParagraphFont"/>
    <w:uiPriority w:val="99"/>
    <w:semiHidden/>
    <w:rsid w:val="00314067"/>
    <w:rPr>
      <w:rFonts w:cs="Times New Roman"/>
      <w:color w:val="0000FF"/>
      <w:u w:val="single"/>
    </w:rPr>
  </w:style>
  <w:style w:type="character" w:customStyle="1" w:styleId="apple-style-span">
    <w:name w:val="apple-style-span"/>
    <w:basedOn w:val="DefaultParagraphFont"/>
    <w:uiPriority w:val="99"/>
    <w:rsid w:val="00314067"/>
    <w:rPr>
      <w:rFonts w:cs="Times New Roman"/>
    </w:rPr>
  </w:style>
  <w:style w:type="paragraph" w:styleId="NormalWeb">
    <w:name w:val="Normal (Web)"/>
    <w:basedOn w:val="Normal"/>
    <w:uiPriority w:val="99"/>
    <w:semiHidden/>
    <w:rsid w:val="003140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rsid w:val="00314067"/>
    <w:pPr>
      <w:spacing w:after="0" w:line="240" w:lineRule="auto"/>
      <w:jc w:val="both"/>
    </w:pPr>
    <w:rPr>
      <w:rFonts w:ascii="Times New Roman" w:hAnsi="Times New Roman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14067"/>
    <w:rPr>
      <w:rFonts w:ascii="Times New Roman" w:hAnsi="Times New Roman" w:cs="Times New Roman"/>
      <w:sz w:val="28"/>
      <w:szCs w:val="28"/>
    </w:rPr>
  </w:style>
  <w:style w:type="paragraph" w:styleId="BodyText2">
    <w:name w:val="Body Text 2"/>
    <w:basedOn w:val="Normal"/>
    <w:link w:val="BodyText2Char"/>
    <w:uiPriority w:val="99"/>
    <w:semiHidden/>
    <w:rsid w:val="00314067"/>
    <w:pPr>
      <w:spacing w:after="0" w:line="240" w:lineRule="auto"/>
      <w:jc w:val="both"/>
    </w:pPr>
    <w:rPr>
      <w:rFonts w:ascii="Times New Roman" w:hAnsi="Times New Roman"/>
      <w:color w:val="000000"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314067"/>
    <w:rPr>
      <w:rFonts w:ascii="Times New Roman" w:hAnsi="Times New Roman" w:cs="Times New Roman"/>
      <w:color w:val="000000"/>
      <w:sz w:val="28"/>
      <w:szCs w:val="28"/>
    </w:rPr>
  </w:style>
  <w:style w:type="paragraph" w:styleId="Header">
    <w:name w:val="header"/>
    <w:basedOn w:val="Normal"/>
    <w:link w:val="HeaderChar"/>
    <w:uiPriority w:val="99"/>
    <w:rsid w:val="006E2BE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F416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E2BE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F416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54.rosreestr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dmlist@yan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rg.ru/gazeta/rg/2009/02/13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54_upr@rosregist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382</TotalTime>
  <Pages>26</Pages>
  <Words>7607</Words>
  <Characters>-32766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2016-03-11T05:55:00Z</cp:lastPrinted>
  <dcterms:created xsi:type="dcterms:W3CDTF">2013-11-01T09:21:00Z</dcterms:created>
  <dcterms:modified xsi:type="dcterms:W3CDTF">2016-03-14T04:32:00Z</dcterms:modified>
</cp:coreProperties>
</file>